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889E8" w14:textId="54E8C8DB" w:rsidR="004E2C6F" w:rsidRPr="00DE0428" w:rsidRDefault="004518FF" w:rsidP="0034744C">
      <w:pPr>
        <w:pStyle w:val="PIDachzeile"/>
        <w:tabs>
          <w:tab w:val="left" w:pos="1309"/>
        </w:tabs>
        <w:ind w:right="3490"/>
        <w:rPr>
          <w:b/>
          <w:bCs/>
          <w:noProof/>
          <w:sz w:val="28"/>
          <w:szCs w:val="28"/>
          <w:lang w:val="en-GB"/>
        </w:rPr>
      </w:pPr>
      <w:r>
        <w:rPr>
          <w:noProof/>
          <w:sz w:val="20"/>
        </w:rPr>
        <mc:AlternateContent>
          <mc:Choice Requires="wps">
            <w:drawing>
              <wp:anchor distT="0" distB="0" distL="114300" distR="114300" simplePos="0" relativeHeight="251658241" behindDoc="0" locked="0" layoutInCell="1" allowOverlap="1" wp14:anchorId="51DFC7A9" wp14:editId="1C67AF31">
                <wp:simplePos x="0" y="0"/>
                <wp:positionH relativeFrom="margin">
                  <wp:posOffset>-81280</wp:posOffset>
                </wp:positionH>
                <wp:positionV relativeFrom="paragraph">
                  <wp:posOffset>-761365</wp:posOffset>
                </wp:positionV>
                <wp:extent cx="4229100" cy="533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121DEC" w14:textId="54BA4B3A" w:rsidR="00C0037C" w:rsidRPr="00DE0428" w:rsidRDefault="00C0037C" w:rsidP="004518FF">
                            <w:pPr>
                              <w:pStyle w:val="PIAnkndigung"/>
                              <w:rPr>
                                <w:lang w:val="en-GB"/>
                              </w:rPr>
                            </w:pPr>
                            <w:proofErr w:type="spellStart"/>
                            <w:r w:rsidRPr="00DE0428">
                              <w:rPr>
                                <w:lang w:val="en-GB"/>
                              </w:rPr>
                              <w:t>Weidmüller</w:t>
                            </w:r>
                            <w:proofErr w:type="spellEnd"/>
                            <w:r w:rsidRPr="00DE0428">
                              <w:rPr>
                                <w:lang w:val="en-GB"/>
                              </w:rPr>
                              <w:t xml:space="preserve"> </w:t>
                            </w:r>
                            <w:r w:rsidR="004E2F27" w:rsidRPr="00DE0428">
                              <w:rPr>
                                <w:lang w:val="en-GB"/>
                              </w:rPr>
                              <w:t>at the</w:t>
                            </w:r>
                            <w:r w:rsidRPr="00DE0428">
                              <w:rPr>
                                <w:lang w:val="en-GB"/>
                              </w:rPr>
                              <w:t xml:space="preserve"> Hannover Messe / Hall </w:t>
                            </w:r>
                            <w:r w:rsidR="00CC4A3E" w:rsidRPr="00DE0428">
                              <w:rPr>
                                <w:lang w:val="en-GB"/>
                              </w:rPr>
                              <w:t>11</w:t>
                            </w:r>
                            <w:r w:rsidRPr="00DE0428">
                              <w:rPr>
                                <w:lang w:val="en-GB"/>
                              </w:rPr>
                              <w:t xml:space="preserve">, Stand </w:t>
                            </w:r>
                            <w:r w:rsidR="00CC4A3E" w:rsidRPr="00DE0428">
                              <w:rPr>
                                <w:lang w:val="en-GB"/>
                              </w:rPr>
                              <w:t>C57</w:t>
                            </w:r>
                          </w:p>
                          <w:p w14:paraId="2A573F44" w14:textId="3FB3185C" w:rsidR="004518FF" w:rsidRPr="00DE0428" w:rsidRDefault="004518FF" w:rsidP="004518FF">
                            <w:pPr>
                              <w:pStyle w:val="PIAnkndigung"/>
                              <w:rPr>
                                <w:lang w:val="en-GB"/>
                              </w:rPr>
                            </w:pPr>
                            <w:r w:rsidRPr="00DE0428">
                              <w:rPr>
                                <w:lang w:val="en-GB"/>
                              </w:rPr>
                              <w:t xml:space="preserve">Eplan </w:t>
                            </w:r>
                            <w:r w:rsidR="004E2F27" w:rsidRPr="00DE0428">
                              <w:rPr>
                                <w:lang w:val="en-GB"/>
                              </w:rPr>
                              <w:t>at the</w:t>
                            </w:r>
                            <w:r w:rsidRPr="00DE0428">
                              <w:rPr>
                                <w:lang w:val="en-GB"/>
                              </w:rPr>
                              <w:t xml:space="preserve"> Hannover Messe</w:t>
                            </w:r>
                            <w:r w:rsidR="00C0037C" w:rsidRPr="00DE0428">
                              <w:rPr>
                                <w:lang w:val="en-GB"/>
                              </w:rPr>
                              <w:t xml:space="preserve"> / </w:t>
                            </w:r>
                            <w:r w:rsidRPr="00DE0428">
                              <w:rPr>
                                <w:lang w:val="en-GB"/>
                              </w:rPr>
                              <w:t>Hall 11, Stand 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DFC7A9" id="_x0000_t202" coordsize="21600,21600" o:spt="202" path="m,l,21600r21600,l21600,xe">
                <v:stroke joinstyle="miter"/>
                <v:path gradientshapeok="t" o:connecttype="rect"/>
              </v:shapetype>
              <v:shape id="Text Box 2" o:spid="_x0000_s1026" type="#_x0000_t202" style="position:absolute;margin-left:-6.4pt;margin-top:-59.95pt;width:333pt;height:42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" stroked="f">
                <v:textbox>
                  <w:txbxContent>
                    <w:p w14:paraId="42121DEC" w14:textId="54BA4B3A" w:rsidR="00C0037C" w:rsidRPr="00DE0428" w:rsidRDefault="00C0037C" w:rsidP="004518FF">
                      <w:pPr>
                        <w:pStyle w:val="PIAnkndigung"/>
                        <w:rPr>
                          <w:lang w:val="en-GB"/>
                        </w:rPr>
                      </w:pPr>
                      <w:proofErr w:type="spellStart"/>
                      <w:r w:rsidRPr="00DE0428">
                        <w:rPr>
                          <w:lang w:val="en-GB"/>
                        </w:rPr>
                        <w:t>Weidmüller</w:t>
                      </w:r>
                      <w:proofErr w:type="spellEnd"/>
                      <w:r w:rsidRPr="00DE0428">
                        <w:rPr>
                          <w:lang w:val="en-GB"/>
                        </w:rPr>
                        <w:t xml:space="preserve"> </w:t>
                      </w:r>
                      <w:r w:rsidR="004E2F27" w:rsidRPr="00DE0428">
                        <w:rPr>
                          <w:lang w:val="en-GB"/>
                        </w:rPr>
                        <w:t>at the</w:t>
                      </w:r>
                      <w:r w:rsidRPr="00DE0428">
                        <w:rPr>
                          <w:lang w:val="en-GB"/>
                        </w:rPr>
                        <w:t xml:space="preserve"> Hannover Messe / Hall </w:t>
                      </w:r>
                      <w:r w:rsidR="00CC4A3E" w:rsidRPr="00DE0428">
                        <w:rPr>
                          <w:lang w:val="en-GB"/>
                        </w:rPr>
                        <w:t>11</w:t>
                      </w:r>
                      <w:r w:rsidRPr="00DE0428">
                        <w:rPr>
                          <w:lang w:val="en-GB"/>
                        </w:rPr>
                        <w:t xml:space="preserve">, Stand </w:t>
                      </w:r>
                      <w:r w:rsidR="00CC4A3E" w:rsidRPr="00DE0428">
                        <w:rPr>
                          <w:lang w:val="en-GB"/>
                        </w:rPr>
                        <w:t>C57</w:t>
                      </w:r>
                    </w:p>
                    <w:p w14:paraId="2A573F44" w14:textId="3FB3185C" w:rsidR="004518FF" w:rsidRPr="00DE0428" w:rsidRDefault="004518FF" w:rsidP="004518FF">
                      <w:pPr>
                        <w:pStyle w:val="PIAnkndigung"/>
                        <w:rPr>
                          <w:lang w:val="en-GB"/>
                        </w:rPr>
                      </w:pPr>
                      <w:r w:rsidRPr="00DE0428">
                        <w:rPr>
                          <w:lang w:val="en-GB"/>
                        </w:rPr>
                        <w:t xml:space="preserve">Eplan </w:t>
                      </w:r>
                      <w:r w:rsidR="004E2F27" w:rsidRPr="00DE0428">
                        <w:rPr>
                          <w:lang w:val="en-GB"/>
                        </w:rPr>
                        <w:t>at the</w:t>
                      </w:r>
                      <w:r w:rsidRPr="00DE0428">
                        <w:rPr>
                          <w:lang w:val="en-GB"/>
                        </w:rPr>
                        <w:t xml:space="preserve"> Hannover Messe</w:t>
                      </w:r>
                      <w:r w:rsidR="00C0037C" w:rsidRPr="00DE0428">
                        <w:rPr>
                          <w:lang w:val="en-GB"/>
                        </w:rPr>
                        <w:t xml:space="preserve"> / </w:t>
                      </w:r>
                      <w:r w:rsidRPr="00DE0428">
                        <w:rPr>
                          <w:lang w:val="en-GB"/>
                        </w:rPr>
                        <w:t>Hall 11, Stand E06</w:t>
                      </w:r>
                    </w:p>
                  </w:txbxContent>
                </v:textbox>
                <w10:wrap anchorx="margin"/>
              </v:shape>
            </w:pict>
          </mc:Fallback>
        </mc:AlternateContent>
      </w:r>
      <w:r w:rsidR="00396217" w:rsidRPr="000A4111">
        <w:rPr>
          <w:noProof/>
        </w:rPr>
        <mc:AlternateContent>
          <mc:Choice Requires="wps">
            <w:drawing>
              <wp:anchor distT="0" distB="0" distL="114300" distR="114300" simplePos="0" relativeHeight="251658240" behindDoc="0" locked="0" layoutInCell="1" allowOverlap="1" wp14:anchorId="2711293E" wp14:editId="0A70EDA9">
                <wp:simplePos x="0" y="0"/>
                <wp:positionH relativeFrom="column">
                  <wp:posOffset>3619500</wp:posOffset>
                </wp:positionH>
                <wp:positionV relativeFrom="paragraph">
                  <wp:posOffset>7620</wp:posOffset>
                </wp:positionV>
                <wp:extent cx="2633980" cy="3330575"/>
                <wp:effectExtent l="0" t="0"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Default="00396217">
                                  <w:pPr>
                                    <w:pStyle w:val="PIKontakt"/>
                                    <w:tabs>
                                      <w:tab w:val="left" w:pos="3600"/>
                                    </w:tabs>
                                  </w:pPr>
                                </w:p>
                              </w:tc>
                            </w:tr>
                            <w:tr w:rsidR="00396217" w14:paraId="55B1A10D" w14:textId="77777777">
                              <w:tc>
                                <w:tcPr>
                                  <w:tcW w:w="3864" w:type="dxa"/>
                                  <w:tcBorders>
                                    <w:right w:val="single" w:sz="6" w:space="0" w:color="auto"/>
                                  </w:tcBorders>
                                  <w:tcMar>
                                    <w:right w:w="170" w:type="dxa"/>
                                  </w:tcMar>
                                </w:tcPr>
                                <w:p w14:paraId="42FEE523" w14:textId="3EEAF7C0" w:rsidR="00396217" w:rsidRPr="00DE0428" w:rsidRDefault="00396217">
                                  <w:pPr>
                                    <w:pStyle w:val="PIKontakt"/>
                                    <w:rPr>
                                      <w:b/>
                                      <w:lang w:val="en-GB"/>
                                    </w:rPr>
                                  </w:pPr>
                                  <w:r w:rsidRPr="00DE0428">
                                    <w:rPr>
                                      <w:b/>
                                      <w:lang w:val="en-GB"/>
                                    </w:rPr>
                                    <w:t>Press</w:t>
                                  </w:r>
                                  <w:r w:rsidR="004E2F27" w:rsidRPr="00DE0428">
                                    <w:rPr>
                                      <w:b/>
                                      <w:lang w:val="en-GB"/>
                                    </w:rPr>
                                    <w:t xml:space="preserve"> c</w:t>
                                  </w:r>
                                  <w:r w:rsidR="00882E5A" w:rsidRPr="00DE0428">
                                    <w:rPr>
                                      <w:b/>
                                      <w:lang w:val="en-GB"/>
                                    </w:rPr>
                                    <w:t>onta</w:t>
                                  </w:r>
                                  <w:r w:rsidR="004E2F27" w:rsidRPr="00DE0428">
                                    <w:rPr>
                                      <w:b/>
                                      <w:lang w:val="en-GB"/>
                                    </w:rPr>
                                    <w:t>c</w:t>
                                  </w:r>
                                  <w:r w:rsidR="00882E5A" w:rsidRPr="00DE0428">
                                    <w:rPr>
                                      <w:b/>
                                      <w:lang w:val="en-GB"/>
                                    </w:rPr>
                                    <w:t>t</w:t>
                                  </w:r>
                                </w:p>
                                <w:p w14:paraId="181F1F64" w14:textId="1545194A" w:rsidR="00C0037C" w:rsidRPr="00DE0428" w:rsidRDefault="00C0037C" w:rsidP="00374B1B">
                                  <w:pPr>
                                    <w:pStyle w:val="PIKontakt"/>
                                    <w:rPr>
                                      <w:b/>
                                      <w:bCs/>
                                      <w:lang w:val="en-GB"/>
                                    </w:rPr>
                                  </w:pPr>
                                  <w:proofErr w:type="spellStart"/>
                                  <w:r w:rsidRPr="00DE0428">
                                    <w:rPr>
                                      <w:b/>
                                      <w:bCs/>
                                      <w:lang w:val="en-GB"/>
                                    </w:rPr>
                                    <w:t>Weidmüller</w:t>
                                  </w:r>
                                  <w:proofErr w:type="spellEnd"/>
                                </w:p>
                                <w:p w14:paraId="54B5D341" w14:textId="171070C2" w:rsidR="00DE0428" w:rsidRDefault="00DE0428" w:rsidP="00DE0428">
                                  <w:pPr>
                                    <w:pStyle w:val="PIKontakt"/>
                                  </w:pPr>
                                  <w:r w:rsidRPr="00C743B7">
                                    <w:t>Weidmüller Unternehmenskommunikation</w:t>
                                  </w:r>
                                  <w:r>
                                    <w:br/>
                                  </w:r>
                                  <w:r>
                                    <w:rPr>
                                      <w:rFonts w:eastAsia="Arial"/>
                                      <w:szCs w:val="18"/>
                                    </w:rPr>
                                    <w:t>Phone</w:t>
                                  </w:r>
                                  <w:r w:rsidRPr="006E70A6">
                                    <w:rPr>
                                      <w:rFonts w:eastAsia="Arial"/>
                                      <w:szCs w:val="18"/>
                                    </w:rPr>
                                    <w:t>: +49 (0)5231 / 14-292322</w:t>
                                  </w:r>
                                  <w:r>
                                    <w:rPr>
                                      <w:rFonts w:eastAsia="Arial"/>
                                      <w:szCs w:val="18"/>
                                    </w:rPr>
                                    <w:br/>
                                  </w:r>
                                  <w:r w:rsidRPr="008E03DA">
                                    <w:t>E-Mail: presse@weidmueller.com</w:t>
                                  </w:r>
                                </w:p>
                                <w:p w14:paraId="5712E84D" w14:textId="77777777" w:rsidR="00C0037C" w:rsidRPr="00DE0428" w:rsidRDefault="00C0037C" w:rsidP="00374B1B">
                                  <w:pPr>
                                    <w:pStyle w:val="PIKontakt"/>
                                  </w:pPr>
                                </w:p>
                                <w:p w14:paraId="25618D5D" w14:textId="77A8795F" w:rsidR="00C0037C" w:rsidRPr="00C0037C" w:rsidRDefault="00C0037C" w:rsidP="00374B1B">
                                  <w:pPr>
                                    <w:pStyle w:val="PIKontakt"/>
                                    <w:rPr>
                                      <w:b/>
                                      <w:bCs/>
                                    </w:rPr>
                                  </w:pPr>
                                  <w:r w:rsidRPr="00C0037C">
                                    <w:rPr>
                                      <w:b/>
                                      <w:bCs/>
                                    </w:rPr>
                                    <w:t>EPLAN</w:t>
                                  </w:r>
                                </w:p>
                                <w:p w14:paraId="47A945A8" w14:textId="6CC28B3B" w:rsidR="00396217" w:rsidRPr="00166725" w:rsidRDefault="00396217" w:rsidP="00374B1B">
                                  <w:pPr>
                                    <w:pStyle w:val="PIKontakt"/>
                                  </w:pPr>
                                  <w:r>
                                    <w:t>Birgit Hagelschuer</w:t>
                                  </w:r>
                                  <w:r>
                                    <w:br/>
                                    <w:t>Phone</w:t>
                                  </w:r>
                                  <w:r w:rsidR="00DE0428">
                                    <w:t>:</w:t>
                                  </w:r>
                                  <w:r w:rsidRPr="00166725">
                                    <w:t xml:space="preserve"> </w:t>
                                  </w:r>
                                  <w:r>
                                    <w:t>+49 (0)</w:t>
                                  </w:r>
                                  <w:r>
                                    <w:rPr>
                                      <w:bCs/>
                                      <w:color w:val="000000"/>
                                      <w:szCs w:val="18"/>
                                    </w:rPr>
                                    <w:t xml:space="preserve">2173 </w:t>
                                  </w:r>
                                  <w:r w:rsidRPr="00166725">
                                    <w:rPr>
                                      <w:bCs/>
                                      <w:color w:val="000000"/>
                                      <w:szCs w:val="18"/>
                                    </w:rPr>
                                    <w:t>3964-180</w:t>
                                  </w:r>
                                  <w:r w:rsidRPr="00166725">
                                    <w:br/>
                                  </w:r>
                                  <w:r>
                                    <w:t>E-</w:t>
                                  </w:r>
                                  <w:r w:rsidRPr="00166725">
                                    <w:t>Mail: hagelschuer.b@eplan.de</w:t>
                                  </w:r>
                                </w:p>
                                <w:p w14:paraId="43E224FC" w14:textId="33BAC70E" w:rsidR="00396217" w:rsidRDefault="00396217">
                                  <w:pPr>
                                    <w:pStyle w:val="PIKontakt"/>
                                  </w:pPr>
                                </w:p>
                              </w:tc>
                            </w:tr>
                            <w:tr w:rsidR="00396217" w14:paraId="2E35BE71" w14:textId="77777777">
                              <w:trPr>
                                <w:trHeight w:val="1418"/>
                              </w:trPr>
                              <w:tc>
                                <w:tcPr>
                                  <w:tcW w:w="3864" w:type="dxa"/>
                                  <w:tcBorders>
                                    <w:right w:val="single" w:sz="6" w:space="0" w:color="auto"/>
                                  </w:tcBorders>
                                  <w:tcMar>
                                    <w:right w:w="170" w:type="dxa"/>
                                  </w:tcMar>
                                </w:tcPr>
                                <w:p w14:paraId="1A7C50D5" w14:textId="77777777" w:rsidR="00396217" w:rsidRDefault="00396217">
                                  <w:pPr>
                                    <w:pStyle w:val="PIKontakt"/>
                                    <w:tabs>
                                      <w:tab w:val="left" w:pos="3600"/>
                                    </w:tabs>
                                  </w:pPr>
                                </w:p>
                              </w:tc>
                            </w:tr>
                          </w:tbl>
                          <w:p w14:paraId="5ED7BE54" w14:textId="77777777" w:rsidR="00396217" w:rsidRDefault="00396217" w:rsidP="003962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1293E" id="Text Box 3" o:spid="_x0000_s1027" type="#_x0000_t202" style="position:absolute;margin-left:285pt;margin-top:.6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Default="00396217">
                            <w:pPr>
                              <w:pStyle w:val="PIKontakt"/>
                              <w:tabs>
                                <w:tab w:val="left" w:pos="3600"/>
                              </w:tabs>
                            </w:pPr>
                          </w:p>
                        </w:tc>
                      </w:tr>
                      <w:tr w:rsidR="00396217" w14:paraId="55B1A10D" w14:textId="77777777">
                        <w:tc>
                          <w:tcPr>
                            <w:tcW w:w="3864" w:type="dxa"/>
                            <w:tcBorders>
                              <w:right w:val="single" w:sz="6" w:space="0" w:color="auto"/>
                            </w:tcBorders>
                            <w:tcMar>
                              <w:right w:w="170" w:type="dxa"/>
                            </w:tcMar>
                          </w:tcPr>
                          <w:p w14:paraId="42FEE523" w14:textId="3EEAF7C0" w:rsidR="00396217" w:rsidRPr="00DE0428" w:rsidRDefault="00396217">
                            <w:pPr>
                              <w:pStyle w:val="PIKontakt"/>
                              <w:rPr>
                                <w:b/>
                                <w:lang w:val="en-GB"/>
                              </w:rPr>
                            </w:pPr>
                            <w:r w:rsidRPr="00DE0428">
                              <w:rPr>
                                <w:b/>
                                <w:lang w:val="en-GB"/>
                              </w:rPr>
                              <w:t>Press</w:t>
                            </w:r>
                            <w:r w:rsidR="004E2F27" w:rsidRPr="00DE0428">
                              <w:rPr>
                                <w:b/>
                                <w:lang w:val="en-GB"/>
                              </w:rPr>
                              <w:t xml:space="preserve"> c</w:t>
                            </w:r>
                            <w:r w:rsidR="00882E5A" w:rsidRPr="00DE0428">
                              <w:rPr>
                                <w:b/>
                                <w:lang w:val="en-GB"/>
                              </w:rPr>
                              <w:t>onta</w:t>
                            </w:r>
                            <w:r w:rsidR="004E2F27" w:rsidRPr="00DE0428">
                              <w:rPr>
                                <w:b/>
                                <w:lang w:val="en-GB"/>
                              </w:rPr>
                              <w:t>c</w:t>
                            </w:r>
                            <w:r w:rsidR="00882E5A" w:rsidRPr="00DE0428">
                              <w:rPr>
                                <w:b/>
                                <w:lang w:val="en-GB"/>
                              </w:rPr>
                              <w:t>t</w:t>
                            </w:r>
                          </w:p>
                          <w:p w14:paraId="181F1F64" w14:textId="1545194A" w:rsidR="00C0037C" w:rsidRPr="00DE0428" w:rsidRDefault="00C0037C" w:rsidP="00374B1B">
                            <w:pPr>
                              <w:pStyle w:val="PIKontakt"/>
                              <w:rPr>
                                <w:b/>
                                <w:bCs/>
                                <w:lang w:val="en-GB"/>
                              </w:rPr>
                            </w:pPr>
                            <w:proofErr w:type="spellStart"/>
                            <w:r w:rsidRPr="00DE0428">
                              <w:rPr>
                                <w:b/>
                                <w:bCs/>
                                <w:lang w:val="en-GB"/>
                              </w:rPr>
                              <w:t>Weidmüller</w:t>
                            </w:r>
                            <w:proofErr w:type="spellEnd"/>
                          </w:p>
                          <w:p w14:paraId="54B5D341" w14:textId="171070C2" w:rsidR="00DE0428" w:rsidRDefault="00DE0428" w:rsidP="00DE0428">
                            <w:pPr>
                              <w:pStyle w:val="PIKontakt"/>
                            </w:pPr>
                            <w:r w:rsidRPr="00C743B7">
                              <w:t>Weidmüller Unternehmenskommunikation</w:t>
                            </w:r>
                            <w:r>
                              <w:br/>
                            </w:r>
                            <w:r>
                              <w:rPr>
                                <w:rFonts w:eastAsia="Arial"/>
                                <w:szCs w:val="18"/>
                              </w:rPr>
                              <w:t>Phone</w:t>
                            </w:r>
                            <w:r w:rsidRPr="006E70A6">
                              <w:rPr>
                                <w:rFonts w:eastAsia="Arial"/>
                                <w:szCs w:val="18"/>
                              </w:rPr>
                              <w:t>: +49 (0)5231 / 14-292322</w:t>
                            </w:r>
                            <w:r>
                              <w:rPr>
                                <w:rFonts w:eastAsia="Arial"/>
                                <w:szCs w:val="18"/>
                              </w:rPr>
                              <w:br/>
                            </w:r>
                            <w:r w:rsidRPr="008E03DA">
                              <w:t>E-Mail: presse@weidmueller.com</w:t>
                            </w:r>
                          </w:p>
                          <w:p w14:paraId="5712E84D" w14:textId="77777777" w:rsidR="00C0037C" w:rsidRPr="00DE0428" w:rsidRDefault="00C0037C" w:rsidP="00374B1B">
                            <w:pPr>
                              <w:pStyle w:val="PIKontakt"/>
                            </w:pPr>
                          </w:p>
                          <w:p w14:paraId="25618D5D" w14:textId="77A8795F" w:rsidR="00C0037C" w:rsidRPr="00C0037C" w:rsidRDefault="00C0037C" w:rsidP="00374B1B">
                            <w:pPr>
                              <w:pStyle w:val="PIKontakt"/>
                              <w:rPr>
                                <w:b/>
                                <w:bCs/>
                              </w:rPr>
                            </w:pPr>
                            <w:r w:rsidRPr="00C0037C">
                              <w:rPr>
                                <w:b/>
                                <w:bCs/>
                              </w:rPr>
                              <w:t>EPLAN</w:t>
                            </w:r>
                          </w:p>
                          <w:p w14:paraId="47A945A8" w14:textId="6CC28B3B" w:rsidR="00396217" w:rsidRPr="00166725" w:rsidRDefault="00396217" w:rsidP="00374B1B">
                            <w:pPr>
                              <w:pStyle w:val="PIKontakt"/>
                            </w:pPr>
                            <w:r>
                              <w:t>Birgit Hagelschuer</w:t>
                            </w:r>
                            <w:r>
                              <w:br/>
                              <w:t>Phone</w:t>
                            </w:r>
                            <w:r w:rsidR="00DE0428">
                              <w:t>:</w:t>
                            </w:r>
                            <w:r w:rsidRPr="00166725">
                              <w:t xml:space="preserve"> </w:t>
                            </w:r>
                            <w:r>
                              <w:t>+49 (0)</w:t>
                            </w:r>
                            <w:r>
                              <w:rPr>
                                <w:bCs/>
                                <w:color w:val="000000"/>
                                <w:szCs w:val="18"/>
                              </w:rPr>
                              <w:t xml:space="preserve">2173 </w:t>
                            </w:r>
                            <w:r w:rsidRPr="00166725">
                              <w:rPr>
                                <w:bCs/>
                                <w:color w:val="000000"/>
                                <w:szCs w:val="18"/>
                              </w:rPr>
                              <w:t>3964-180</w:t>
                            </w:r>
                            <w:r w:rsidRPr="00166725">
                              <w:br/>
                            </w:r>
                            <w:r>
                              <w:t>E-</w:t>
                            </w:r>
                            <w:r w:rsidRPr="00166725">
                              <w:t>Mail: hagelschuer.b@eplan.de</w:t>
                            </w:r>
                          </w:p>
                          <w:p w14:paraId="43E224FC" w14:textId="33BAC70E" w:rsidR="00396217" w:rsidRDefault="00396217">
                            <w:pPr>
                              <w:pStyle w:val="PIKontakt"/>
                            </w:pPr>
                          </w:p>
                        </w:tc>
                      </w:tr>
                      <w:tr w:rsidR="00396217" w14:paraId="2E35BE71" w14:textId="77777777">
                        <w:trPr>
                          <w:trHeight w:val="1418"/>
                        </w:trPr>
                        <w:tc>
                          <w:tcPr>
                            <w:tcW w:w="3864" w:type="dxa"/>
                            <w:tcBorders>
                              <w:right w:val="single" w:sz="6" w:space="0" w:color="auto"/>
                            </w:tcBorders>
                            <w:tcMar>
                              <w:right w:w="170" w:type="dxa"/>
                            </w:tcMar>
                          </w:tcPr>
                          <w:p w14:paraId="1A7C50D5" w14:textId="77777777" w:rsidR="00396217" w:rsidRDefault="00396217">
                            <w:pPr>
                              <w:pStyle w:val="PIKontakt"/>
                              <w:tabs>
                                <w:tab w:val="left" w:pos="3600"/>
                              </w:tabs>
                            </w:pPr>
                          </w:p>
                        </w:tc>
                      </w:tr>
                    </w:tbl>
                    <w:p w14:paraId="5ED7BE54" w14:textId="77777777" w:rsidR="00396217" w:rsidRDefault="00396217" w:rsidP="00396217"/>
                  </w:txbxContent>
                </v:textbox>
              </v:shape>
            </w:pict>
          </mc:Fallback>
        </mc:AlternateContent>
      </w:r>
      <w:r w:rsidR="005602F2" w:rsidRPr="00DE0428">
        <w:rPr>
          <w:noProof/>
          <w:lang w:val="en-GB"/>
        </w:rPr>
        <w:t xml:space="preserve">Weidmüller </w:t>
      </w:r>
      <w:r w:rsidR="004E2F27" w:rsidRPr="00DE0428">
        <w:rPr>
          <w:noProof/>
          <w:lang w:val="en-GB"/>
        </w:rPr>
        <w:t>a</w:t>
      </w:r>
      <w:r w:rsidR="005602F2" w:rsidRPr="00DE0428">
        <w:rPr>
          <w:noProof/>
          <w:lang w:val="en-GB"/>
        </w:rPr>
        <w:t>nd Eplan</w:t>
      </w:r>
    </w:p>
    <w:p w14:paraId="6FBCB29B" w14:textId="378F9712" w:rsidR="004E2F27" w:rsidRPr="00137FAF" w:rsidRDefault="004E2F27" w:rsidP="00137FAF">
      <w:pPr>
        <w:pStyle w:val="PIDachzeile"/>
        <w:ind w:right="3493"/>
        <w:rPr>
          <w:b/>
          <w:bCs/>
          <w:i w:val="0"/>
          <w:sz w:val="28"/>
          <w:szCs w:val="28"/>
          <w:u w:val="none"/>
          <w:lang w:val="en-GB"/>
        </w:rPr>
      </w:pPr>
      <w:r w:rsidRPr="00137FAF">
        <w:rPr>
          <w:b/>
          <w:bCs/>
          <w:i w:val="0"/>
          <w:sz w:val="28"/>
          <w:szCs w:val="28"/>
          <w:u w:val="none"/>
          <w:lang w:val="en-GB"/>
        </w:rPr>
        <w:t xml:space="preserve">Technology partnership for greater </w:t>
      </w:r>
      <w:r w:rsidR="00137FAF" w:rsidRPr="00137FAF">
        <w:rPr>
          <w:b/>
          <w:bCs/>
          <w:i w:val="0"/>
          <w:sz w:val="28"/>
          <w:szCs w:val="28"/>
          <w:u w:val="none"/>
          <w:lang w:val="en-GB"/>
        </w:rPr>
        <w:t>c</w:t>
      </w:r>
      <w:r w:rsidRPr="00137FAF">
        <w:rPr>
          <w:b/>
          <w:bCs/>
          <w:i w:val="0"/>
          <w:sz w:val="28"/>
          <w:szCs w:val="28"/>
          <w:u w:val="none"/>
          <w:lang w:val="en-GB"/>
        </w:rPr>
        <w:t>ustomer benefit</w:t>
      </w:r>
    </w:p>
    <w:p w14:paraId="7E0DB15F" w14:textId="7167A067" w:rsidR="004E2F27" w:rsidRPr="00DE0428" w:rsidRDefault="004E2F27" w:rsidP="004E2F27">
      <w:pPr>
        <w:spacing w:after="240" w:line="312" w:lineRule="auto"/>
        <w:ind w:right="3493"/>
        <w:jc w:val="both"/>
        <w:rPr>
          <w:i/>
          <w:iCs/>
          <w:color w:val="000000" w:themeColor="text1"/>
          <w:szCs w:val="20"/>
          <w:shd w:val="clear" w:color="auto" w:fill="FFFFFF"/>
          <w:lang w:val="en-GB"/>
        </w:rPr>
      </w:pPr>
      <w:r w:rsidRPr="00DE0428">
        <w:rPr>
          <w:rFonts w:ascii="Arial" w:hAnsi="Arial" w:cs="Arial"/>
          <w:b/>
          <w:bCs/>
          <w:sz w:val="22"/>
          <w:szCs w:val="22"/>
          <w:lang w:val="en-GB"/>
        </w:rPr>
        <w:t xml:space="preserve">Improving production efficiency and quality in control cabinet building is a common pursuit of </w:t>
      </w:r>
      <w:proofErr w:type="spellStart"/>
      <w:r w:rsidRPr="00DE0428">
        <w:rPr>
          <w:rFonts w:ascii="Arial" w:hAnsi="Arial" w:cs="Arial"/>
          <w:b/>
          <w:bCs/>
          <w:sz w:val="22"/>
          <w:szCs w:val="22"/>
          <w:lang w:val="en-GB"/>
        </w:rPr>
        <w:t>Weidmüller</w:t>
      </w:r>
      <w:proofErr w:type="spellEnd"/>
      <w:r w:rsidRPr="00DE0428">
        <w:rPr>
          <w:rFonts w:ascii="Arial" w:hAnsi="Arial" w:cs="Arial"/>
          <w:b/>
          <w:bCs/>
          <w:sz w:val="22"/>
          <w:szCs w:val="22"/>
          <w:lang w:val="en-GB"/>
        </w:rPr>
        <w:t xml:space="preserve"> and Eplan. To achieve this goal, both companies are working on the best possible integration of their interfaces and data models. This has resulted in a technology partnership that was sealed in 2022 as part of the Eplan Partner Network and has now been announced at the Hannover Messe.</w:t>
      </w:r>
      <w:r w:rsidRPr="00DE0428">
        <w:rPr>
          <w:i/>
          <w:iCs/>
          <w:color w:val="000000" w:themeColor="text1"/>
          <w:shd w:val="clear" w:color="auto" w:fill="FFFFFF"/>
          <w:lang w:val="en-GB"/>
        </w:rPr>
        <w:t xml:space="preserve"> </w:t>
      </w:r>
    </w:p>
    <w:p w14:paraId="783BDB1D" w14:textId="0BAD07FE" w:rsidR="004E2F27" w:rsidRPr="00DE0428" w:rsidRDefault="004E2F27" w:rsidP="00F8580E">
      <w:pPr>
        <w:spacing w:after="240" w:line="312" w:lineRule="auto"/>
        <w:ind w:right="3493"/>
        <w:rPr>
          <w:rFonts w:ascii="Arial" w:hAnsi="Arial" w:cs="Arial"/>
          <w:sz w:val="22"/>
          <w:szCs w:val="22"/>
          <w:lang w:val="en-GB"/>
        </w:rPr>
      </w:pPr>
      <w:r w:rsidRPr="00DE0428">
        <w:rPr>
          <w:rFonts w:ascii="Arial" w:hAnsi="Arial" w:cs="Arial"/>
          <w:sz w:val="22"/>
          <w:szCs w:val="22"/>
          <w:lang w:val="en-GB"/>
        </w:rPr>
        <w:t>Hanover/Detmold/</w:t>
      </w:r>
      <w:proofErr w:type="spellStart"/>
      <w:r w:rsidRPr="00DE0428">
        <w:rPr>
          <w:rFonts w:ascii="Arial" w:hAnsi="Arial" w:cs="Arial"/>
          <w:sz w:val="22"/>
          <w:szCs w:val="22"/>
          <w:lang w:val="en-GB"/>
        </w:rPr>
        <w:t>Monheim</w:t>
      </w:r>
      <w:proofErr w:type="spellEnd"/>
      <w:r w:rsidR="00F8580E" w:rsidRPr="00DE0428">
        <w:rPr>
          <w:rFonts w:ascii="Arial" w:hAnsi="Arial" w:cs="Arial"/>
          <w:sz w:val="22"/>
          <w:szCs w:val="22"/>
          <w:lang w:val="en-GB"/>
        </w:rPr>
        <w:t>, Germany</w:t>
      </w:r>
      <w:r w:rsidRPr="00DE0428">
        <w:rPr>
          <w:rFonts w:ascii="Arial" w:hAnsi="Arial" w:cs="Arial"/>
          <w:sz w:val="22"/>
          <w:szCs w:val="22"/>
          <w:lang w:val="en-GB"/>
        </w:rPr>
        <w:t xml:space="preserve">, 19 April 2023 – For many years, control cabinet and switchgear manufacturers have been confronted with a variety of challenges. In addition to the continuing shortage of trained specialists, cost and time pressure for lead times and tests, customer expectations regarding flexibility and change management as well as the new requirements for climate neutrality, sustainability and the circular economy are areas in which the industry must keep pace. Furthermore, it must meet the demands for increasingly individual solutions and often realise flexible batch-size-1 production. </w:t>
      </w:r>
    </w:p>
    <w:p w14:paraId="005C4D9A" w14:textId="77777777" w:rsidR="004E2F27" w:rsidRPr="00DE0428" w:rsidRDefault="004E2F27" w:rsidP="00F8580E">
      <w:pPr>
        <w:spacing w:after="240" w:line="312" w:lineRule="auto"/>
        <w:ind w:right="3493"/>
        <w:rPr>
          <w:rFonts w:ascii="Arial" w:hAnsi="Arial" w:cs="Arial"/>
          <w:sz w:val="22"/>
          <w:szCs w:val="22"/>
          <w:lang w:val="en-GB"/>
        </w:rPr>
      </w:pPr>
      <w:r w:rsidRPr="00DE0428">
        <w:rPr>
          <w:rFonts w:ascii="Arial" w:hAnsi="Arial" w:cs="Arial"/>
          <w:sz w:val="22"/>
          <w:szCs w:val="22"/>
          <w:lang w:val="en-GB"/>
        </w:rPr>
        <w:t xml:space="preserve">For many years, </w:t>
      </w:r>
      <w:proofErr w:type="spellStart"/>
      <w:r w:rsidRPr="00DE0428">
        <w:rPr>
          <w:rFonts w:ascii="Arial" w:hAnsi="Arial" w:cs="Arial"/>
          <w:sz w:val="22"/>
          <w:szCs w:val="22"/>
          <w:lang w:val="en-GB"/>
        </w:rPr>
        <w:t>Weidmüller</w:t>
      </w:r>
      <w:proofErr w:type="spellEnd"/>
      <w:r w:rsidRPr="00DE0428">
        <w:rPr>
          <w:rFonts w:ascii="Arial" w:hAnsi="Arial" w:cs="Arial"/>
          <w:sz w:val="22"/>
          <w:szCs w:val="22"/>
          <w:lang w:val="en-GB"/>
        </w:rPr>
        <w:t xml:space="preserve"> has been supporting the industry with proven solutions and innovative engineering concepts, such as the </w:t>
      </w:r>
      <w:proofErr w:type="spellStart"/>
      <w:r w:rsidRPr="00DE0428">
        <w:rPr>
          <w:rFonts w:ascii="Arial" w:hAnsi="Arial" w:cs="Arial"/>
          <w:sz w:val="22"/>
          <w:szCs w:val="22"/>
          <w:lang w:val="en-GB"/>
        </w:rPr>
        <w:t>Weidmüller</w:t>
      </w:r>
      <w:proofErr w:type="spellEnd"/>
      <w:r w:rsidRPr="00DE0428">
        <w:rPr>
          <w:rFonts w:ascii="Arial" w:hAnsi="Arial" w:cs="Arial"/>
          <w:sz w:val="22"/>
          <w:szCs w:val="22"/>
          <w:lang w:val="en-GB"/>
        </w:rPr>
        <w:t xml:space="preserve"> Configurator WMC, in order to meet the diverse requirements. The extended partnership with Eplan as part of the Eplan Partner Network is based on a clear objective: to improve data quality and expand data models for automated and efficient control cabinet building. </w:t>
      </w:r>
    </w:p>
    <w:p w14:paraId="250C3706" w14:textId="77777777" w:rsidR="004E2F27" w:rsidRPr="00DE0428" w:rsidRDefault="004E2F27" w:rsidP="00F8580E">
      <w:pPr>
        <w:spacing w:after="240" w:line="312" w:lineRule="auto"/>
        <w:ind w:right="3493"/>
        <w:rPr>
          <w:rFonts w:ascii="Arial" w:hAnsi="Arial" w:cs="Arial"/>
          <w:sz w:val="22"/>
          <w:szCs w:val="22"/>
          <w:lang w:val="en-GB"/>
        </w:rPr>
      </w:pPr>
      <w:r w:rsidRPr="00DE0428">
        <w:rPr>
          <w:rFonts w:ascii="Arial" w:hAnsi="Arial" w:cs="Arial"/>
          <w:sz w:val="22"/>
          <w:szCs w:val="22"/>
          <w:lang w:val="en-GB"/>
        </w:rPr>
        <w:t xml:space="preserve">Volker </w:t>
      </w:r>
      <w:proofErr w:type="spellStart"/>
      <w:r w:rsidRPr="00DE0428">
        <w:rPr>
          <w:rFonts w:ascii="Arial" w:hAnsi="Arial" w:cs="Arial"/>
          <w:sz w:val="22"/>
          <w:szCs w:val="22"/>
          <w:lang w:val="en-GB"/>
        </w:rPr>
        <w:t>Bibelhausen</w:t>
      </w:r>
      <w:proofErr w:type="spellEnd"/>
      <w:r w:rsidRPr="00DE0428">
        <w:rPr>
          <w:rFonts w:ascii="Arial" w:hAnsi="Arial" w:cs="Arial"/>
          <w:sz w:val="22"/>
          <w:szCs w:val="22"/>
          <w:lang w:val="en-GB"/>
        </w:rPr>
        <w:t xml:space="preserve">, Spokesman of the Executive Board and Chief Technology Officer at </w:t>
      </w:r>
      <w:proofErr w:type="spellStart"/>
      <w:r w:rsidRPr="00DE0428">
        <w:rPr>
          <w:rFonts w:ascii="Arial" w:hAnsi="Arial" w:cs="Arial"/>
          <w:sz w:val="22"/>
          <w:szCs w:val="22"/>
          <w:lang w:val="en-GB"/>
        </w:rPr>
        <w:t>Weidmüller</w:t>
      </w:r>
      <w:proofErr w:type="spellEnd"/>
      <w:r w:rsidRPr="00DE0428">
        <w:rPr>
          <w:rFonts w:ascii="Arial" w:hAnsi="Arial" w:cs="Arial"/>
          <w:sz w:val="22"/>
          <w:szCs w:val="22"/>
          <w:lang w:val="en-GB"/>
        </w:rPr>
        <w:t xml:space="preserve">, explains: "The technology partnership with Eplan aims to develop </w:t>
      </w:r>
      <w:r w:rsidRPr="00DE0428">
        <w:rPr>
          <w:rFonts w:ascii="Arial" w:hAnsi="Arial" w:cs="Arial"/>
          <w:sz w:val="22"/>
          <w:szCs w:val="22"/>
          <w:lang w:val="en-GB"/>
        </w:rPr>
        <w:lastRenderedPageBreak/>
        <w:t xml:space="preserve">forward-looking data models and interfaces for better digital consistency along the process chain and greater automation of control cabinet building. At the same time, it strengthens the circle of companies that coordinate the core digital technologies for Industry 4.0 in the working groups under the auspices of ZVEI and VDMA."  </w:t>
      </w:r>
    </w:p>
    <w:p w14:paraId="1C379214" w14:textId="77777777" w:rsidR="004E2F27" w:rsidRPr="00DE0428" w:rsidRDefault="004E2F27" w:rsidP="00F8580E">
      <w:pPr>
        <w:spacing w:after="240" w:line="312" w:lineRule="auto"/>
        <w:ind w:right="3493"/>
        <w:rPr>
          <w:rFonts w:ascii="Arial" w:hAnsi="Arial" w:cs="Arial"/>
          <w:sz w:val="22"/>
          <w:szCs w:val="22"/>
          <w:lang w:val="en-GB"/>
        </w:rPr>
      </w:pPr>
      <w:r w:rsidRPr="00DE0428">
        <w:rPr>
          <w:rFonts w:ascii="Arial" w:hAnsi="Arial" w:cs="Arial"/>
          <w:sz w:val="22"/>
          <w:szCs w:val="22"/>
          <w:lang w:val="en-GB"/>
        </w:rPr>
        <w:t xml:space="preserve">To achieve this goal, </w:t>
      </w:r>
      <w:proofErr w:type="spellStart"/>
      <w:r w:rsidRPr="00DE0428">
        <w:rPr>
          <w:rFonts w:ascii="Arial" w:hAnsi="Arial" w:cs="Arial"/>
          <w:sz w:val="22"/>
          <w:szCs w:val="22"/>
          <w:lang w:val="en-GB"/>
        </w:rPr>
        <w:t>Weidmüller</w:t>
      </w:r>
      <w:proofErr w:type="spellEnd"/>
      <w:r w:rsidRPr="00DE0428">
        <w:rPr>
          <w:rFonts w:ascii="Arial" w:hAnsi="Arial" w:cs="Arial"/>
          <w:sz w:val="22"/>
          <w:szCs w:val="22"/>
          <w:lang w:val="en-GB"/>
        </w:rPr>
        <w:t xml:space="preserve"> uses the ECLASS Advanced format for its data, converts it to the Eplan Data Standard and makes all data available in the Eplan Data Portal. </w:t>
      </w:r>
      <w:proofErr w:type="spellStart"/>
      <w:r w:rsidRPr="00DE0428">
        <w:rPr>
          <w:rFonts w:ascii="Arial" w:hAnsi="Arial" w:cs="Arial"/>
          <w:sz w:val="22"/>
          <w:szCs w:val="22"/>
          <w:lang w:val="en-GB"/>
        </w:rPr>
        <w:t>Weidmüller</w:t>
      </w:r>
      <w:proofErr w:type="spellEnd"/>
      <w:r w:rsidRPr="00DE0428">
        <w:rPr>
          <w:rFonts w:ascii="Arial" w:hAnsi="Arial" w:cs="Arial"/>
          <w:sz w:val="22"/>
          <w:szCs w:val="22"/>
          <w:lang w:val="en-GB"/>
        </w:rPr>
        <w:t xml:space="preserve"> is also developing connectors to be able to control the company's own software systems, such as the M-Print Pro labelling and marking software, directly from Eplan. The web-based engineering tool WMC will also include wizards to help the user find the right and approved product and components in a solution-oriented manner.</w:t>
      </w:r>
    </w:p>
    <w:p w14:paraId="64242F1F" w14:textId="77777777" w:rsidR="004E2F27" w:rsidRPr="00DE0428" w:rsidRDefault="004E2F27" w:rsidP="00F8580E">
      <w:pPr>
        <w:spacing w:after="240" w:line="312" w:lineRule="auto"/>
        <w:ind w:right="3493"/>
        <w:rPr>
          <w:rFonts w:ascii="Arial" w:hAnsi="Arial" w:cs="Arial"/>
          <w:sz w:val="22"/>
          <w:szCs w:val="22"/>
          <w:lang w:val="en-GB"/>
        </w:rPr>
      </w:pPr>
      <w:r w:rsidRPr="00DE0428">
        <w:rPr>
          <w:rFonts w:ascii="Arial" w:hAnsi="Arial" w:cs="Arial"/>
          <w:sz w:val="22"/>
          <w:szCs w:val="22"/>
          <w:lang w:val="en-GB"/>
        </w:rPr>
        <w:t>From the planning to the approval of a control cabinet, logistical planning and the control of production processes are of crucial importance. An acceleration of assembly can be achieved if pre-assembled terminal strips are used and the continuous marking of components and conductors is implemented. But also the assembly of cable harnesses and the implementation of a partially or fully automated production line require more precise data models in order to safely control the processes and achieve high product quality. Sebastian Seitz, CEO of Eplan, sums up: "This optimisation of data as well as workflows enables more precise control of production processes and improves production efficiency and quality for the customer."   </w:t>
      </w:r>
    </w:p>
    <w:p w14:paraId="0C038DC8" w14:textId="72A18F43" w:rsidR="0020315E" w:rsidRPr="00DE0428" w:rsidRDefault="0020315E" w:rsidP="008E03DA">
      <w:pPr>
        <w:spacing w:line="312" w:lineRule="auto"/>
        <w:ind w:right="3493"/>
        <w:rPr>
          <w:rFonts w:ascii="Arial" w:hAnsi="Arial" w:cs="Arial"/>
          <w:sz w:val="22"/>
          <w:szCs w:val="22"/>
          <w:lang w:val="en-GB"/>
        </w:rPr>
      </w:pPr>
      <w:r w:rsidRPr="00DE0428">
        <w:rPr>
          <w:rFonts w:ascii="Arial" w:hAnsi="Arial" w:cs="Arial"/>
          <w:sz w:val="22"/>
          <w:szCs w:val="22"/>
          <w:lang w:val="en-GB"/>
        </w:rPr>
        <w:t>(</w:t>
      </w:r>
      <w:r w:rsidR="00567C7A" w:rsidRPr="00DE0428">
        <w:rPr>
          <w:rFonts w:ascii="Arial" w:hAnsi="Arial" w:cs="Arial"/>
          <w:sz w:val="22"/>
          <w:szCs w:val="22"/>
          <w:lang w:val="en-GB"/>
        </w:rPr>
        <w:t>3</w:t>
      </w:r>
      <w:r w:rsidR="00F8580E" w:rsidRPr="00DE0428">
        <w:rPr>
          <w:rFonts w:ascii="Arial" w:hAnsi="Arial" w:cs="Arial"/>
          <w:sz w:val="22"/>
          <w:szCs w:val="22"/>
          <w:lang w:val="en-GB"/>
        </w:rPr>
        <w:t>,</w:t>
      </w:r>
      <w:r w:rsidR="00425E40" w:rsidRPr="00DE0428">
        <w:rPr>
          <w:rFonts w:ascii="Arial" w:hAnsi="Arial" w:cs="Arial"/>
          <w:sz w:val="22"/>
          <w:szCs w:val="22"/>
          <w:lang w:val="en-GB"/>
        </w:rPr>
        <w:t>216</w:t>
      </w:r>
      <w:r w:rsidR="007C70D4" w:rsidRPr="00DE0428">
        <w:rPr>
          <w:rFonts w:ascii="Arial" w:hAnsi="Arial" w:cs="Arial"/>
          <w:sz w:val="22"/>
          <w:szCs w:val="22"/>
          <w:lang w:val="en-GB"/>
        </w:rPr>
        <w:t xml:space="preserve"> </w:t>
      </w:r>
      <w:r w:rsidR="00F8580E" w:rsidRPr="00DE0428">
        <w:rPr>
          <w:rFonts w:ascii="Arial" w:hAnsi="Arial" w:cs="Arial"/>
          <w:sz w:val="22"/>
          <w:szCs w:val="22"/>
          <w:lang w:val="en-GB"/>
        </w:rPr>
        <w:t>characters</w:t>
      </w:r>
      <w:r w:rsidRPr="00DE0428">
        <w:rPr>
          <w:rFonts w:ascii="Arial" w:hAnsi="Arial" w:cs="Arial"/>
          <w:sz w:val="22"/>
          <w:szCs w:val="22"/>
          <w:lang w:val="en-GB"/>
        </w:rPr>
        <w:t>)</w:t>
      </w:r>
    </w:p>
    <w:p w14:paraId="035638EE" w14:textId="77777777" w:rsidR="00F8580E" w:rsidRPr="00DE0428" w:rsidRDefault="00F8580E" w:rsidP="008E03DA">
      <w:pPr>
        <w:spacing w:line="312" w:lineRule="auto"/>
        <w:ind w:right="3493"/>
        <w:rPr>
          <w:rFonts w:ascii="Arial" w:eastAsia="Arial" w:hAnsi="Arial" w:cs="Arial"/>
          <w:sz w:val="22"/>
          <w:szCs w:val="22"/>
          <w:lang w:val="en-GB"/>
        </w:rPr>
      </w:pPr>
    </w:p>
    <w:p w14:paraId="432BA3B5" w14:textId="501B2409" w:rsidR="0020315E" w:rsidRPr="00DE0428" w:rsidRDefault="0020315E" w:rsidP="45AA45C1">
      <w:pPr>
        <w:spacing w:after="240" w:line="312" w:lineRule="auto"/>
        <w:ind w:right="3493"/>
        <w:rPr>
          <w:rFonts w:ascii="Wingdings" w:hAnsi="Wingdings"/>
          <w:lang w:val="en-GB"/>
        </w:rPr>
      </w:pPr>
      <w:r w:rsidRPr="45AA45C1">
        <w:rPr>
          <w:rFonts w:ascii="Wingdings" w:hAnsi="Wingdings"/>
        </w:rPr>
        <w:t></w:t>
      </w:r>
    </w:p>
    <w:p w14:paraId="28CB39A5" w14:textId="77777777" w:rsidR="004E2F27" w:rsidRPr="00425E40" w:rsidRDefault="004E2F27" w:rsidP="004E2F27">
      <w:pPr>
        <w:spacing w:after="240" w:line="312" w:lineRule="auto"/>
        <w:ind w:right="3493"/>
        <w:rPr>
          <w:rFonts w:ascii="Arial" w:hAnsi="Arial" w:cs="Arial"/>
          <w:b/>
          <w:bCs/>
          <w:sz w:val="18"/>
          <w:szCs w:val="18"/>
          <w:lang w:val="en-GB"/>
        </w:rPr>
      </w:pPr>
      <w:r w:rsidRPr="00425E40">
        <w:rPr>
          <w:rFonts w:ascii="Arial" w:hAnsi="Arial" w:cs="Arial"/>
          <w:b/>
          <w:bCs/>
          <w:sz w:val="18"/>
          <w:szCs w:val="18"/>
          <w:lang w:val="en-GB"/>
        </w:rPr>
        <w:t>Images</w:t>
      </w:r>
    </w:p>
    <w:p w14:paraId="0C6E5F11" w14:textId="300FBD6D" w:rsidR="005131B5" w:rsidRPr="00DE0428" w:rsidRDefault="00DE0428" w:rsidP="004E2F27">
      <w:pPr>
        <w:spacing w:after="100" w:afterAutospacing="1" w:line="312" w:lineRule="auto"/>
        <w:ind w:right="3493"/>
        <w:rPr>
          <w:rFonts w:ascii="Arial" w:hAnsi="Arial" w:cs="Arial"/>
          <w:sz w:val="18"/>
          <w:lang w:val="en-GB"/>
        </w:rPr>
      </w:pPr>
      <w:r>
        <w:rPr>
          <w:rFonts w:ascii="Arial" w:hAnsi="Arial" w:cs="Arial"/>
          <w:sz w:val="18"/>
          <w:lang w:val="en-GB"/>
        </w:rPr>
        <w:lastRenderedPageBreak/>
        <w:t>Partnerships.jpg</w:t>
      </w:r>
      <w:r w:rsidR="00624C18" w:rsidRPr="00DE0428">
        <w:rPr>
          <w:rFonts w:ascii="Arial" w:hAnsi="Arial" w:cs="Arial"/>
          <w:sz w:val="18"/>
          <w:lang w:val="en-GB"/>
        </w:rPr>
        <w:t xml:space="preserve">: </w:t>
      </w:r>
      <w:r w:rsidR="004E2F27" w:rsidRPr="00DE0428">
        <w:rPr>
          <w:rFonts w:ascii="Arial" w:hAnsi="Arial" w:cs="Arial"/>
          <w:sz w:val="18"/>
          <w:lang w:val="en-GB"/>
        </w:rPr>
        <w:t>V</w:t>
      </w:r>
      <w:r w:rsidR="005131B5" w:rsidRPr="00DE0428">
        <w:rPr>
          <w:rFonts w:ascii="Arial" w:hAnsi="Arial" w:cs="Arial"/>
          <w:sz w:val="18"/>
          <w:lang w:val="en-GB"/>
        </w:rPr>
        <w:t xml:space="preserve">olker </w:t>
      </w:r>
      <w:proofErr w:type="spellStart"/>
      <w:r w:rsidR="005131B5" w:rsidRPr="00DE0428">
        <w:rPr>
          <w:rFonts w:ascii="Arial" w:hAnsi="Arial" w:cs="Arial"/>
          <w:sz w:val="18"/>
          <w:lang w:val="en-GB"/>
        </w:rPr>
        <w:t>Bibelhausen</w:t>
      </w:r>
      <w:proofErr w:type="spellEnd"/>
      <w:r w:rsidR="005131B5" w:rsidRPr="00DE0428">
        <w:rPr>
          <w:rFonts w:ascii="Arial" w:hAnsi="Arial" w:cs="Arial"/>
          <w:sz w:val="18"/>
          <w:lang w:val="en-GB"/>
        </w:rPr>
        <w:t xml:space="preserve">, Spokesman of the Board and Chief Technology Officer at </w:t>
      </w:r>
      <w:proofErr w:type="spellStart"/>
      <w:r w:rsidR="005131B5" w:rsidRPr="00DE0428">
        <w:rPr>
          <w:rFonts w:ascii="Arial" w:hAnsi="Arial" w:cs="Arial"/>
          <w:sz w:val="18"/>
          <w:lang w:val="en-GB"/>
        </w:rPr>
        <w:t>Weidmüller</w:t>
      </w:r>
      <w:proofErr w:type="spellEnd"/>
      <w:r w:rsidR="005131B5" w:rsidRPr="00DE0428">
        <w:rPr>
          <w:rFonts w:ascii="Arial" w:hAnsi="Arial" w:cs="Arial"/>
          <w:sz w:val="18"/>
          <w:lang w:val="en-GB"/>
        </w:rPr>
        <w:t xml:space="preserve"> (</w:t>
      </w:r>
      <w:r>
        <w:rPr>
          <w:rFonts w:ascii="Arial" w:hAnsi="Arial" w:cs="Arial"/>
          <w:sz w:val="18"/>
          <w:lang w:val="en-GB"/>
        </w:rPr>
        <w:t>r</w:t>
      </w:r>
      <w:r w:rsidR="005131B5" w:rsidRPr="00DE0428">
        <w:rPr>
          <w:rFonts w:ascii="Arial" w:hAnsi="Arial" w:cs="Arial"/>
          <w:sz w:val="18"/>
          <w:lang w:val="en-GB"/>
        </w:rPr>
        <w:t>.) and Sebastian Seitz, CEO of Eplan (</w:t>
      </w:r>
      <w:r>
        <w:rPr>
          <w:rFonts w:ascii="Arial" w:hAnsi="Arial" w:cs="Arial"/>
          <w:sz w:val="18"/>
          <w:lang w:val="en-GB"/>
        </w:rPr>
        <w:t>l</w:t>
      </w:r>
      <w:r w:rsidR="005131B5" w:rsidRPr="00DE0428">
        <w:rPr>
          <w:rFonts w:ascii="Arial" w:hAnsi="Arial" w:cs="Arial"/>
          <w:sz w:val="18"/>
          <w:lang w:val="en-GB"/>
        </w:rPr>
        <w:t>.) are looking forward to the cooperation as part of the Eplan Partner Network, which will create a synergy of innovation, expertise and experience for greater customer benefit.</w:t>
      </w:r>
    </w:p>
    <w:p w14:paraId="73324F80" w14:textId="2E692226" w:rsidR="00C0037C" w:rsidRPr="00DE0428" w:rsidRDefault="00624C18" w:rsidP="00624C18">
      <w:pPr>
        <w:spacing w:after="100" w:afterAutospacing="1" w:line="312" w:lineRule="auto"/>
        <w:ind w:right="3493"/>
        <w:rPr>
          <w:rFonts w:ascii="Arial" w:hAnsi="Arial" w:cs="Arial"/>
          <w:sz w:val="18"/>
          <w:lang w:val="en-GB"/>
        </w:rPr>
      </w:pPr>
      <w:proofErr w:type="spellStart"/>
      <w:r w:rsidRPr="00DE0428">
        <w:rPr>
          <w:rFonts w:ascii="Arial" w:hAnsi="Arial" w:cs="Arial"/>
          <w:sz w:val="18"/>
          <w:lang w:val="en-GB"/>
        </w:rPr>
        <w:t>Bildrechte</w:t>
      </w:r>
      <w:proofErr w:type="spellEnd"/>
      <w:r w:rsidRPr="00DE0428">
        <w:rPr>
          <w:rFonts w:ascii="Arial" w:hAnsi="Arial" w:cs="Arial"/>
          <w:sz w:val="18"/>
          <w:lang w:val="en-GB"/>
        </w:rPr>
        <w:t xml:space="preserve">: </w:t>
      </w:r>
      <w:proofErr w:type="spellStart"/>
      <w:r w:rsidRPr="00DE0428">
        <w:rPr>
          <w:rFonts w:ascii="Arial" w:hAnsi="Arial" w:cs="Arial"/>
          <w:sz w:val="18"/>
          <w:lang w:val="en-GB"/>
        </w:rPr>
        <w:t>Weidmüller</w:t>
      </w:r>
      <w:proofErr w:type="spellEnd"/>
      <w:r w:rsidR="000E5BA7" w:rsidRPr="00DE0428">
        <w:rPr>
          <w:rFonts w:ascii="Arial" w:hAnsi="Arial" w:cs="Arial"/>
          <w:sz w:val="18"/>
          <w:lang w:val="en-GB"/>
        </w:rPr>
        <w:t xml:space="preserve"> und Eplan</w:t>
      </w:r>
    </w:p>
    <w:p w14:paraId="3BA63623" w14:textId="3CD9C2C1" w:rsidR="005131B5" w:rsidRPr="00027FEF" w:rsidRDefault="005131B5" w:rsidP="005131B5">
      <w:pPr>
        <w:spacing w:after="100" w:afterAutospacing="1" w:line="312" w:lineRule="auto"/>
        <w:ind w:right="3493"/>
        <w:rPr>
          <w:rFonts w:ascii="Arial" w:hAnsi="Arial" w:cs="Arial"/>
          <w:sz w:val="18"/>
          <w:lang w:val="en-GB"/>
        </w:rPr>
      </w:pPr>
      <w:r w:rsidRPr="00027FEF">
        <w:rPr>
          <w:rFonts w:ascii="Arial" w:hAnsi="Arial" w:cs="Arial"/>
          <w:sz w:val="18"/>
          <w:lang w:val="en-GB"/>
        </w:rPr>
        <w:t xml:space="preserve">Please name Eplan </w:t>
      </w:r>
      <w:r w:rsidR="004E2F27">
        <w:rPr>
          <w:rFonts w:ascii="Arial" w:hAnsi="Arial" w:cs="Arial"/>
          <w:sz w:val="18"/>
          <w:lang w:val="en-GB"/>
        </w:rPr>
        <w:t xml:space="preserve">and </w:t>
      </w:r>
      <w:proofErr w:type="spellStart"/>
      <w:r w:rsidR="004E2F27">
        <w:rPr>
          <w:rFonts w:ascii="Arial" w:hAnsi="Arial" w:cs="Arial"/>
          <w:sz w:val="18"/>
          <w:lang w:val="en-GB"/>
        </w:rPr>
        <w:t>Weidmüller</w:t>
      </w:r>
      <w:proofErr w:type="spellEnd"/>
      <w:r w:rsidRPr="00027FEF">
        <w:rPr>
          <w:rFonts w:ascii="Arial" w:hAnsi="Arial" w:cs="Arial"/>
          <w:sz w:val="18"/>
          <w:lang w:val="en-GB"/>
        </w:rPr>
        <w:t xml:space="preserve"> as the source, and provide us with a sample copy.</w:t>
      </w:r>
    </w:p>
    <w:p w14:paraId="7277ADC9" w14:textId="77777777" w:rsidR="005131B5" w:rsidRPr="00027FEF" w:rsidRDefault="005131B5" w:rsidP="005131B5">
      <w:pPr>
        <w:pStyle w:val="Kopfzeile"/>
        <w:tabs>
          <w:tab w:val="clear" w:pos="4536"/>
          <w:tab w:val="clear" w:pos="9072"/>
        </w:tabs>
        <w:spacing w:line="240" w:lineRule="atLeast"/>
        <w:ind w:right="3119"/>
        <w:rPr>
          <w:rFonts w:ascii="Arial" w:hAnsi="Arial" w:cs="Arial"/>
          <w:b/>
          <w:sz w:val="18"/>
          <w:szCs w:val="18"/>
          <w:lang w:val="en-GB"/>
        </w:rPr>
      </w:pPr>
    </w:p>
    <w:p w14:paraId="7452E663" w14:textId="77777777" w:rsidR="005131B5" w:rsidRPr="00605B05" w:rsidRDefault="005131B5" w:rsidP="005131B5">
      <w:pPr>
        <w:pStyle w:val="PIAbspann"/>
        <w:rPr>
          <w:b/>
          <w:lang w:val="en-US"/>
        </w:rPr>
      </w:pPr>
      <w:r w:rsidRPr="00605B05">
        <w:rPr>
          <w:b/>
          <w:lang w:val="en-US"/>
        </w:rPr>
        <w:t>EPLAN</w:t>
      </w:r>
    </w:p>
    <w:p w14:paraId="2B5D533C" w14:textId="77777777" w:rsidR="005131B5" w:rsidRPr="00C93686" w:rsidRDefault="005131B5" w:rsidP="005131B5">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364EF499" w14:textId="77777777" w:rsidR="005131B5" w:rsidRPr="00C93686" w:rsidRDefault="005131B5" w:rsidP="005131B5">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w:t>
      </w:r>
      <w:proofErr w:type="spellStart"/>
      <w:r w:rsidRPr="00C93686">
        <w:rPr>
          <w:rFonts w:ascii="Arial" w:hAnsi="Arial" w:cs="Arial"/>
          <w:sz w:val="18"/>
          <w:lang w:val="en-US"/>
        </w:rPr>
        <w:t>standardised</w:t>
      </w:r>
      <w:proofErr w:type="spellEnd"/>
      <w:r w:rsidRPr="00C93686">
        <w:rPr>
          <w:rFonts w:ascii="Arial" w:hAnsi="Arial" w:cs="Arial"/>
          <w:sz w:val="18"/>
          <w:lang w:val="en-US"/>
        </w:rPr>
        <w:t xml:space="preserve"> as well as </w:t>
      </w:r>
      <w:proofErr w:type="spellStart"/>
      <w:r w:rsidRPr="00C93686">
        <w:rPr>
          <w:rFonts w:ascii="Arial" w:hAnsi="Arial" w:cs="Arial"/>
          <w:sz w:val="18"/>
          <w:lang w:val="en-US"/>
        </w:rPr>
        <w:t>customised</w:t>
      </w:r>
      <w:proofErr w:type="spellEnd"/>
      <w:r w:rsidRPr="00C93686">
        <w:rPr>
          <w:rFonts w:ascii="Arial" w:hAnsi="Arial" w:cs="Arial"/>
          <w:sz w:val="18"/>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more than 65</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 xml:space="preserve">Within the EPLAN Partner Network, open interfaces and seamless integrations are </w:t>
      </w:r>
      <w:proofErr w:type="spellStart"/>
      <w:r w:rsidRPr="004A6E6B">
        <w:rPr>
          <w:rFonts w:ascii="Arial" w:hAnsi="Arial" w:cs="Arial"/>
          <w:sz w:val="18"/>
          <w:lang w:val="en-US"/>
        </w:rPr>
        <w:t>reali</w:t>
      </w:r>
      <w:r>
        <w:rPr>
          <w:rFonts w:ascii="Arial" w:hAnsi="Arial" w:cs="Arial"/>
          <w:sz w:val="18"/>
          <w:lang w:val="en-US"/>
        </w:rPr>
        <w:t>s</w:t>
      </w:r>
      <w:r w:rsidRPr="004A6E6B">
        <w:rPr>
          <w:rFonts w:ascii="Arial" w:hAnsi="Arial" w:cs="Arial"/>
          <w:sz w:val="18"/>
          <w:lang w:val="en-US"/>
        </w:rPr>
        <w:t>ed</w:t>
      </w:r>
      <w:proofErr w:type="spellEnd"/>
      <w:r w:rsidRPr="004A6E6B">
        <w:rPr>
          <w:rFonts w:ascii="Arial" w:hAnsi="Arial" w:cs="Arial"/>
          <w:sz w:val="18"/>
          <w:lang w:val="en-US"/>
        </w:rPr>
        <w:t xml:space="preserve"> together with partners.</w:t>
      </w:r>
      <w:r>
        <w:rPr>
          <w:rFonts w:ascii="Arial" w:hAnsi="Arial" w:cs="Arial"/>
          <w:sz w:val="18"/>
          <w:lang w:val="en-US"/>
        </w:rPr>
        <w:t xml:space="preserve"> </w:t>
      </w:r>
      <w:r w:rsidRPr="00C93686">
        <w:rPr>
          <w:rFonts w:ascii="Arial" w:hAnsi="Arial" w:cs="Arial"/>
          <w:sz w:val="18"/>
          <w:lang w:val="en-US"/>
        </w:rPr>
        <w:t>„Efficient engineering“ is the focus.</w:t>
      </w:r>
    </w:p>
    <w:p w14:paraId="0E0A5638" w14:textId="77777777" w:rsidR="005131B5" w:rsidRPr="00C93686" w:rsidRDefault="005131B5" w:rsidP="005131B5">
      <w:pPr>
        <w:pStyle w:val="PIAbspann"/>
        <w:rPr>
          <w:lang w:val="en-US"/>
        </w:rPr>
      </w:pPr>
      <w:r w:rsidRPr="00C93686">
        <w:rPr>
          <w:lang w:val="en-US"/>
        </w:rPr>
        <w:t xml:space="preserve">EPLAN was founded in 1984 and is part of the owner-operated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more than 12</w:t>
      </w:r>
      <w:r w:rsidRPr="00C93686">
        <w:rPr>
          <w:lang w:val="en-US"/>
        </w:rPr>
        <w:t xml:space="preserve"> production sites and </w:t>
      </w:r>
      <w:r>
        <w:rPr>
          <w:lang w:val="en-US"/>
        </w:rPr>
        <w:t>over 95</w:t>
      </w:r>
      <w:r w:rsidRPr="00C93686">
        <w:rPr>
          <w:lang w:val="en-US"/>
        </w:rPr>
        <w:t xml:space="preserve"> international subsidiaries. The entire group employs </w:t>
      </w:r>
      <w:r>
        <w:rPr>
          <w:lang w:val="en-US"/>
        </w:rPr>
        <w:t>more than 12.000</w:t>
      </w:r>
      <w:r w:rsidRPr="00C93686">
        <w:rPr>
          <w:lang w:val="en-US"/>
        </w:rPr>
        <w:t xml:space="preserve"> people and generated revenues of €</w:t>
      </w:r>
      <w:r>
        <w:rPr>
          <w:lang w:val="en-US"/>
        </w:rPr>
        <w:t>3</w:t>
      </w:r>
      <w:r w:rsidRPr="00C93686">
        <w:rPr>
          <w:lang w:val="en-US"/>
        </w:rPr>
        <w:t xml:space="preserve"> billion in </w:t>
      </w:r>
      <w:r>
        <w:rPr>
          <w:lang w:val="en-US"/>
        </w:rPr>
        <w:t>2022</w:t>
      </w:r>
      <w:r w:rsidRPr="00C93686">
        <w:rPr>
          <w:lang w:val="en-US"/>
        </w:rPr>
        <w:t xml:space="preserve">. For the </w:t>
      </w:r>
      <w:r>
        <w:rPr>
          <w:lang w:val="en-US"/>
        </w:rPr>
        <w:t>14</w:t>
      </w:r>
      <w:r w:rsidRPr="003B65B5">
        <w:rPr>
          <w:vertAlign w:val="superscript"/>
          <w:lang w:val="en-US"/>
        </w:rPr>
        <w:t>th</w:t>
      </w:r>
      <w:r>
        <w:rPr>
          <w:lang w:val="en-US"/>
        </w:rPr>
        <w:t xml:space="preserve"> </w:t>
      </w:r>
      <w:r w:rsidRPr="00C93686">
        <w:rPr>
          <w:lang w:val="en-US"/>
        </w:rPr>
        <w:t>time in succession, the family business has won the accolade “Top German Employer” in 20</w:t>
      </w:r>
      <w:r>
        <w:rPr>
          <w:lang w:val="en-US"/>
        </w:rPr>
        <w:t>22</w:t>
      </w:r>
      <w:r w:rsidRPr="00C93686">
        <w:rPr>
          <w:lang w:val="en-US"/>
        </w:rPr>
        <w:t>. In addition</w:t>
      </w:r>
      <w:r>
        <w:rPr>
          <w:lang w:val="en-US"/>
        </w:rPr>
        <w:t>,</w:t>
      </w:r>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was recognized as “Top vocational trainer” according to a study of Deutschland Test and Focus Money.</w:t>
      </w:r>
    </w:p>
    <w:p w14:paraId="3D9A6482" w14:textId="77777777" w:rsidR="005131B5" w:rsidRPr="00C93686" w:rsidRDefault="005131B5" w:rsidP="005131B5">
      <w:pPr>
        <w:pStyle w:val="PIAbspann"/>
        <w:spacing w:after="0"/>
        <w:rPr>
          <w:lang w:val="en-US"/>
        </w:rPr>
      </w:pPr>
      <w:r w:rsidRPr="00C93686">
        <w:rPr>
          <w:lang w:val="en-US"/>
        </w:rPr>
        <w:t>For more information visit:</w:t>
      </w:r>
    </w:p>
    <w:p w14:paraId="670E919C" w14:textId="5DE91ACB" w:rsidR="005131B5" w:rsidRPr="00C93686" w:rsidRDefault="005131B5" w:rsidP="005131B5">
      <w:pPr>
        <w:pStyle w:val="PIAbspann"/>
        <w:spacing w:after="0"/>
        <w:rPr>
          <w:lang w:val="en-US"/>
          <w:specVanish/>
        </w:rPr>
      </w:pPr>
      <w:r w:rsidRPr="00C93686">
        <w:rPr>
          <w:lang w:val="en-US"/>
        </w:rPr>
        <w:t>www.eplan</w:t>
      </w:r>
      <w:r w:rsidR="00425E40">
        <w:rPr>
          <w:lang w:val="en-US"/>
        </w:rPr>
        <w:t>-software.com</w:t>
      </w:r>
      <w:r w:rsidRPr="00C93686">
        <w:rPr>
          <w:lang w:val="en-US"/>
        </w:rPr>
        <w:t xml:space="preserve"> and www.friedhelm-loh-group.com</w:t>
      </w:r>
    </w:p>
    <w:p w14:paraId="34F50B54" w14:textId="77777777" w:rsidR="005131B5" w:rsidRPr="00027FEF" w:rsidRDefault="005131B5" w:rsidP="005131B5">
      <w:pPr>
        <w:pStyle w:val="Kopfzeile"/>
        <w:tabs>
          <w:tab w:val="clear" w:pos="4536"/>
          <w:tab w:val="clear" w:pos="9072"/>
        </w:tabs>
        <w:spacing w:line="240" w:lineRule="atLeast"/>
        <w:ind w:right="3119"/>
        <w:rPr>
          <w:rFonts w:ascii="Arial" w:hAnsi="Arial" w:cs="Arial"/>
          <w:b/>
          <w:sz w:val="22"/>
          <w:szCs w:val="22"/>
          <w:lang w:val="en-GB"/>
        </w:rPr>
      </w:pPr>
    </w:p>
    <w:p w14:paraId="0F3E5136" w14:textId="77777777" w:rsidR="00C47898" w:rsidRPr="00DE0428" w:rsidRDefault="00C47898" w:rsidP="00C47898">
      <w:pPr>
        <w:spacing w:after="160" w:line="259" w:lineRule="auto"/>
        <w:rPr>
          <w:rFonts w:ascii="Arial" w:hAnsi="Arial" w:cs="Arial"/>
          <w:sz w:val="18"/>
          <w:lang w:val="en-GB"/>
        </w:rPr>
      </w:pPr>
    </w:p>
    <w:sectPr w:rsidR="00C47898" w:rsidRPr="00DE0428" w:rsidSect="00F2407B">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C2088" w14:textId="77777777" w:rsidR="00870E27" w:rsidRDefault="00870E27">
      <w:r>
        <w:separator/>
      </w:r>
    </w:p>
  </w:endnote>
  <w:endnote w:type="continuationSeparator" w:id="0">
    <w:p w14:paraId="50B213F1" w14:textId="77777777" w:rsidR="00870E27" w:rsidRDefault="00870E27">
      <w:r>
        <w:continuationSeparator/>
      </w:r>
    </w:p>
  </w:endnote>
  <w:endnote w:type="continuationNotice" w:id="1">
    <w:p w14:paraId="43A37A44" w14:textId="77777777" w:rsidR="00870E27" w:rsidRDefault="00870E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NPPBF L+ Roboto">
    <w:altName w:val="Roboto"/>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53504" w14:textId="785CEB56"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890221">
      <w:rPr>
        <w:rStyle w:val="Seitenzahl"/>
        <w:rFonts w:ascii="Arial" w:hAnsi="Arial" w:cs="Arial"/>
        <w:noProof/>
        <w:sz w:val="22"/>
        <w:szCs w:val="22"/>
      </w:rPr>
      <w:t>2</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271B" w14:textId="77777777" w:rsidR="006C62FE" w:rsidRDefault="006C62FE">
    <w:pPr>
      <w:pStyle w:val="Fuzeile"/>
      <w:jc w:val="right"/>
      <w:rPr>
        <w:rFonts w:ascii="Arial" w:hAnsi="Arial" w:cs="Arial"/>
        <w:sz w:val="22"/>
      </w:rPr>
    </w:pPr>
    <w:r>
      <w:rPr>
        <w:rFonts w:ascii="Arial" w:hAnsi="Arial" w:cs="Arial"/>
        <w:noProof/>
        <w:color w:val="2B579A"/>
        <w:sz w:val="22"/>
        <w:shd w:val="clear" w:color="auto" w:fill="E6E6E6"/>
      </w:rPr>
      <w:drawing>
        <wp:anchor distT="0" distB="0" distL="114300" distR="114300" simplePos="0" relativeHeight="251658242" behindDoc="1" locked="0" layoutInCell="1" allowOverlap="1" wp14:anchorId="27EC869A" wp14:editId="37F480BC">
          <wp:simplePos x="0" y="0"/>
          <wp:positionH relativeFrom="page">
            <wp:posOffset>895985</wp:posOffset>
          </wp:positionH>
          <wp:positionV relativeFrom="page">
            <wp:posOffset>10274300</wp:posOffset>
          </wp:positionV>
          <wp:extent cx="1767840" cy="93345"/>
          <wp:effectExtent l="0" t="0" r="3810" b="1905"/>
          <wp:wrapNone/>
          <wp:docPr id="16" name="Picture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4C1C8" w14:textId="77777777" w:rsidR="00870E27" w:rsidRDefault="00870E27">
      <w:r>
        <w:separator/>
      </w:r>
    </w:p>
  </w:footnote>
  <w:footnote w:type="continuationSeparator" w:id="0">
    <w:p w14:paraId="67E2CDEA" w14:textId="77777777" w:rsidR="00870E27" w:rsidRDefault="00870E27">
      <w:r>
        <w:continuationSeparator/>
      </w:r>
    </w:p>
  </w:footnote>
  <w:footnote w:type="continuationNotice" w:id="1">
    <w:p w14:paraId="108BED2D" w14:textId="77777777" w:rsidR="00870E27" w:rsidRDefault="00870E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2BA52" w14:textId="2591E693" w:rsidR="00B15A2A" w:rsidRDefault="00B051E4" w:rsidP="00B15A2A">
    <w:pPr>
      <w:pStyle w:val="Kopfzeile"/>
      <w:spacing w:after="60"/>
      <w:rPr>
        <w:rFonts w:ascii="Arial" w:hAnsi="Arial" w:cs="Arial"/>
        <w:b/>
        <w:bCs/>
        <w:i/>
        <w:iCs/>
        <w:spacing w:val="40"/>
        <w:sz w:val="32"/>
        <w:lang w:val="en-GB"/>
      </w:rPr>
    </w:pPr>
    <w:r>
      <w:rPr>
        <w:rFonts w:ascii="Arial" w:hAnsi="Arial" w:cs="Arial"/>
        <w:b/>
        <w:bCs/>
        <w:i/>
        <w:iCs/>
        <w:noProof/>
        <w:color w:val="2B579A"/>
        <w:spacing w:val="40"/>
        <w:sz w:val="20"/>
        <w:shd w:val="clear" w:color="auto" w:fill="E6E6E6"/>
      </w:rPr>
      <mc:AlternateContent>
        <mc:Choice Requires="wps">
          <w:drawing>
            <wp:anchor distT="0" distB="0" distL="114300" distR="114300" simplePos="0" relativeHeight="251658240" behindDoc="0" locked="0" layoutInCell="1" allowOverlap="1" wp14:anchorId="00AF1AA5" wp14:editId="628209EE">
              <wp:simplePos x="0" y="0"/>
              <wp:positionH relativeFrom="column">
                <wp:posOffset>5181600</wp:posOffset>
              </wp:positionH>
              <wp:positionV relativeFrom="paragraph">
                <wp:posOffset>-85090</wp:posOffset>
              </wp:positionV>
              <wp:extent cx="1193165" cy="1370965"/>
              <wp:effectExtent l="0" t="0" r="1270" b="38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AF1AA5" id="_x0000_t202" coordsize="21600,21600" o:spt="202" path="m,l,21600r21600,l21600,xe">
              <v:stroke joinstyle="miter"/>
              <v:path gradientshapeok="t" o:connecttype="rect"/>
            </v:shapetype>
            <v:shape id="Text Box 5" o:spid="_x0000_s1028" type="#_x0000_t202" style="position:absolute;margin-left:408pt;margin-top:-6.7pt;width:93.95pt;height:107.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" stroked="f">
              <v:textbox style="mso-fit-shape-to-text:t">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2">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v:shape>
          </w:pict>
        </mc:Fallback>
      </mc:AlternateContent>
    </w:r>
    <w:r w:rsidR="00B15A2A">
      <w:rPr>
        <w:rFonts w:ascii="Arial" w:hAnsi="Arial" w:cs="Arial"/>
        <w:b/>
        <w:bCs/>
        <w:i/>
        <w:iCs/>
        <w:spacing w:val="40"/>
        <w:sz w:val="32"/>
        <w:lang w:val="en-GB"/>
      </w:rPr>
      <w:t>Press</w:t>
    </w:r>
    <w:r w:rsidR="005131B5">
      <w:rPr>
        <w:rFonts w:ascii="Arial" w:hAnsi="Arial" w:cs="Arial"/>
        <w:b/>
        <w:bCs/>
        <w:i/>
        <w:iCs/>
        <w:spacing w:val="40"/>
        <w:sz w:val="32"/>
        <w:lang w:val="en-GB"/>
      </w:rPr>
      <w:t xml:space="preserve"> release</w:t>
    </w:r>
  </w:p>
  <w:p w14:paraId="4E42AC43" w14:textId="5F9CB32C" w:rsidR="00B15A2A" w:rsidRDefault="00B15A2A" w:rsidP="00B15A2A">
    <w:pPr>
      <w:pStyle w:val="Kopfzeile"/>
    </w:pPr>
    <w:r>
      <w:rPr>
        <w:rFonts w:ascii="Arial" w:hAnsi="Arial" w:cs="Arial"/>
        <w:sz w:val="22"/>
        <w:lang w:val="en-GB"/>
      </w:rPr>
      <w:t xml:space="preserve">Eplan </w:t>
    </w:r>
  </w:p>
  <w:p w14:paraId="6ED76353" w14:textId="47B73F3E" w:rsidR="006C62FE" w:rsidRDefault="00B15A2A" w:rsidP="00B15A2A">
    <w:pPr>
      <w:pStyle w:val="Kopfzeile"/>
      <w:tabs>
        <w:tab w:val="clear" w:pos="4536"/>
        <w:tab w:val="clear" w:pos="9072"/>
        <w:tab w:val="left" w:pos="7964"/>
      </w:tabs>
    </w:pPr>
    <w:r>
      <w:rPr>
        <w:rFonts w:ascii="Arial" w:hAnsi="Arial" w:cs="Arial"/>
        <w:sz w:val="22"/>
        <w:lang w:val="en-GB"/>
      </w:rPr>
      <w:tab/>
    </w:r>
  </w:p>
  <w:p w14:paraId="580A50F3" w14:textId="77777777" w:rsidR="006C62FE" w:rsidRDefault="006C62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CC1AA" w14:textId="6C80D5AB" w:rsidR="00B15A2A" w:rsidRDefault="00F5729E" w:rsidP="00B15A2A">
    <w:pPr>
      <w:pStyle w:val="Kopfzeile"/>
      <w:spacing w:after="60"/>
      <w:rPr>
        <w:rFonts w:ascii="Arial" w:hAnsi="Arial" w:cs="Arial"/>
        <w:b/>
        <w:bCs/>
        <w:i/>
        <w:iCs/>
        <w:spacing w:val="40"/>
        <w:sz w:val="32"/>
        <w:lang w:val="en-GB"/>
      </w:rPr>
    </w:pPr>
    <w:r>
      <w:rPr>
        <w:noProof/>
      </w:rPr>
      <w:drawing>
        <wp:anchor distT="0" distB="0" distL="114300" distR="114300" simplePos="0" relativeHeight="251658752" behindDoc="0" locked="0" layoutInCell="1" allowOverlap="1" wp14:anchorId="01F30428" wp14:editId="01D1883A">
          <wp:simplePos x="0" y="0"/>
          <wp:positionH relativeFrom="column">
            <wp:posOffset>2587380</wp:posOffset>
          </wp:positionH>
          <wp:positionV relativeFrom="paragraph">
            <wp:posOffset>-200047</wp:posOffset>
          </wp:positionV>
          <wp:extent cx="2612991" cy="809297"/>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612991" cy="809297"/>
                  </a:xfrm>
                  <a:prstGeom prst="rect">
                    <a:avLst/>
                  </a:prstGeom>
                </pic:spPr>
              </pic:pic>
            </a:graphicData>
          </a:graphic>
          <wp14:sizeRelH relativeFrom="margin">
            <wp14:pctWidth>0</wp14:pctWidth>
          </wp14:sizeRelH>
          <wp14:sizeRelV relativeFrom="margin">
            <wp14:pctHeight>0</wp14:pctHeight>
          </wp14:sizeRelV>
        </wp:anchor>
      </w:drawing>
    </w:r>
    <w:r w:rsidR="00B051E4" w:rsidRPr="00B051E4">
      <w:rPr>
        <w:rFonts w:ascii="Arial" w:hAnsi="Arial" w:cs="Arial"/>
        <w:b/>
        <w:bCs/>
        <w:i/>
        <w:iCs/>
        <w:noProof/>
        <w:color w:val="2B579A"/>
        <w:spacing w:val="40"/>
        <w:sz w:val="32"/>
        <w:shd w:val="clear" w:color="auto" w:fill="E6E6E6"/>
        <w:lang w:val="en-GB"/>
      </w:rPr>
      <mc:AlternateContent>
        <mc:Choice Requires="wps">
          <w:drawing>
            <wp:anchor distT="45720" distB="45720" distL="114300" distR="114300" simplePos="0" relativeHeight="251656704" behindDoc="0" locked="0" layoutInCell="1" allowOverlap="1" wp14:anchorId="3476E004" wp14:editId="7E88E3C8">
              <wp:simplePos x="0" y="0"/>
              <wp:positionH relativeFrom="margin">
                <wp:posOffset>5153025</wp:posOffset>
              </wp:positionH>
              <wp:positionV relativeFrom="paragraph">
                <wp:posOffset>-41275</wp:posOffset>
              </wp:positionV>
              <wp:extent cx="1162050" cy="140462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1404620"/>
                      </a:xfrm>
                      <a:prstGeom prst="rect">
                        <a:avLst/>
                      </a:prstGeom>
                      <a:solidFill>
                        <a:srgbClr val="FFFFFF"/>
                      </a:solidFill>
                      <a:ln w="9525">
                        <a:noFill/>
                        <a:miter lim="800000"/>
                        <a:headEnd/>
                        <a:tailEnd/>
                      </a:ln>
                    </wps:spPr>
                    <wps:txbx>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2">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76E004" id="_x0000_t202" coordsize="21600,21600" o:spt="202" path="m,l,21600r21600,l21600,xe">
              <v:stroke joinstyle="miter"/>
              <v:path gradientshapeok="t" o:connecttype="rect"/>
            </v:shapetype>
            <v:shape id="Text Box 217" o:spid="_x0000_s1029" type="#_x0000_t202" style="position:absolute;margin-left:405.75pt;margin-top:-3.25pt;width:91.5pt;height:110.6pt;z-index:2516567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" stroked="f">
              <v:textbox style="mso-fit-shape-to-text:t">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w10:wrap type="square" anchorx="margin"/>
            </v:shape>
          </w:pict>
        </mc:Fallback>
      </mc:AlternateContent>
    </w:r>
    <w:r w:rsidR="00B15A2A">
      <w:rPr>
        <w:rFonts w:ascii="Arial" w:hAnsi="Arial" w:cs="Arial"/>
        <w:b/>
        <w:bCs/>
        <w:i/>
        <w:iCs/>
        <w:spacing w:val="40"/>
        <w:sz w:val="32"/>
        <w:lang w:val="en-GB"/>
      </w:rPr>
      <w:t>Press</w:t>
    </w:r>
    <w:r w:rsidR="004E2F27">
      <w:rPr>
        <w:rFonts w:ascii="Arial" w:hAnsi="Arial" w:cs="Arial"/>
        <w:b/>
        <w:bCs/>
        <w:i/>
        <w:iCs/>
        <w:spacing w:val="40"/>
        <w:sz w:val="32"/>
        <w:lang w:val="en-GB"/>
      </w:rPr>
      <w:t xml:space="preserve"> release</w:t>
    </w:r>
  </w:p>
  <w:p w14:paraId="2DDBA1F3" w14:textId="0B77DC1C" w:rsidR="006C62FE" w:rsidRPr="00B15A2A" w:rsidRDefault="00C0037C" w:rsidP="00B15A2A">
    <w:pPr>
      <w:pStyle w:val="Kopfzeile"/>
    </w:pPr>
    <w:proofErr w:type="spellStart"/>
    <w:r>
      <w:rPr>
        <w:rFonts w:ascii="Arial" w:hAnsi="Arial" w:cs="Arial"/>
        <w:sz w:val="22"/>
        <w:lang w:val="en-GB"/>
      </w:rPr>
      <w:t>Weidmüller</w:t>
    </w:r>
    <w:proofErr w:type="spellEnd"/>
    <w:r>
      <w:rPr>
        <w:rFonts w:ascii="Arial" w:hAnsi="Arial" w:cs="Arial"/>
        <w:sz w:val="22"/>
        <w:lang w:val="en-GB"/>
      </w:rPr>
      <w:t xml:space="preserve"> / Eplan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A002D"/>
    <w:multiLevelType w:val="hybridMultilevel"/>
    <w:tmpl w:val="B05AE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F480E"/>
    <w:multiLevelType w:val="multilevel"/>
    <w:tmpl w:val="28780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0030F2"/>
    <w:multiLevelType w:val="hybridMultilevel"/>
    <w:tmpl w:val="C6764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FC1214"/>
    <w:multiLevelType w:val="hybridMultilevel"/>
    <w:tmpl w:val="119AAA6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3B9C06F1"/>
    <w:multiLevelType w:val="hybridMultilevel"/>
    <w:tmpl w:val="EF52C6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270AA8"/>
    <w:multiLevelType w:val="multilevel"/>
    <w:tmpl w:val="FD1A98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90337FF"/>
    <w:multiLevelType w:val="hybridMultilevel"/>
    <w:tmpl w:val="56BE1B5C"/>
    <w:lvl w:ilvl="0" w:tplc="E7D6C49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E500FA1"/>
    <w:multiLevelType w:val="hybridMultilevel"/>
    <w:tmpl w:val="934C4BC2"/>
    <w:lvl w:ilvl="0" w:tplc="E8C6BB0C">
      <w:start w:val="1"/>
      <w:numFmt w:val="bullet"/>
      <w:lvlText w:val=""/>
      <w:lvlJc w:val="left"/>
      <w:pPr>
        <w:tabs>
          <w:tab w:val="num" w:pos="720"/>
        </w:tabs>
        <w:ind w:left="720" w:hanging="360"/>
      </w:pPr>
      <w:rPr>
        <w:rFonts w:ascii="Wingdings" w:hAnsi="Wingdings" w:hint="default"/>
      </w:rPr>
    </w:lvl>
    <w:lvl w:ilvl="1" w:tplc="2A740300" w:tentative="1">
      <w:start w:val="1"/>
      <w:numFmt w:val="bullet"/>
      <w:lvlText w:val=""/>
      <w:lvlJc w:val="left"/>
      <w:pPr>
        <w:tabs>
          <w:tab w:val="num" w:pos="1440"/>
        </w:tabs>
        <w:ind w:left="1440" w:hanging="360"/>
      </w:pPr>
      <w:rPr>
        <w:rFonts w:ascii="Wingdings" w:hAnsi="Wingdings" w:hint="default"/>
      </w:rPr>
    </w:lvl>
    <w:lvl w:ilvl="2" w:tplc="7812BA74" w:tentative="1">
      <w:start w:val="1"/>
      <w:numFmt w:val="bullet"/>
      <w:lvlText w:val=""/>
      <w:lvlJc w:val="left"/>
      <w:pPr>
        <w:tabs>
          <w:tab w:val="num" w:pos="2160"/>
        </w:tabs>
        <w:ind w:left="2160" w:hanging="360"/>
      </w:pPr>
      <w:rPr>
        <w:rFonts w:ascii="Wingdings" w:hAnsi="Wingdings" w:hint="default"/>
      </w:rPr>
    </w:lvl>
    <w:lvl w:ilvl="3" w:tplc="7DB621CA" w:tentative="1">
      <w:start w:val="1"/>
      <w:numFmt w:val="bullet"/>
      <w:lvlText w:val=""/>
      <w:lvlJc w:val="left"/>
      <w:pPr>
        <w:tabs>
          <w:tab w:val="num" w:pos="2880"/>
        </w:tabs>
        <w:ind w:left="2880" w:hanging="360"/>
      </w:pPr>
      <w:rPr>
        <w:rFonts w:ascii="Wingdings" w:hAnsi="Wingdings" w:hint="default"/>
      </w:rPr>
    </w:lvl>
    <w:lvl w:ilvl="4" w:tplc="CC324A16" w:tentative="1">
      <w:start w:val="1"/>
      <w:numFmt w:val="bullet"/>
      <w:lvlText w:val=""/>
      <w:lvlJc w:val="left"/>
      <w:pPr>
        <w:tabs>
          <w:tab w:val="num" w:pos="3600"/>
        </w:tabs>
        <w:ind w:left="3600" w:hanging="360"/>
      </w:pPr>
      <w:rPr>
        <w:rFonts w:ascii="Wingdings" w:hAnsi="Wingdings" w:hint="default"/>
      </w:rPr>
    </w:lvl>
    <w:lvl w:ilvl="5" w:tplc="AD8E9166" w:tentative="1">
      <w:start w:val="1"/>
      <w:numFmt w:val="bullet"/>
      <w:lvlText w:val=""/>
      <w:lvlJc w:val="left"/>
      <w:pPr>
        <w:tabs>
          <w:tab w:val="num" w:pos="4320"/>
        </w:tabs>
        <w:ind w:left="4320" w:hanging="360"/>
      </w:pPr>
      <w:rPr>
        <w:rFonts w:ascii="Wingdings" w:hAnsi="Wingdings" w:hint="default"/>
      </w:rPr>
    </w:lvl>
    <w:lvl w:ilvl="6" w:tplc="5CBAB4B6" w:tentative="1">
      <w:start w:val="1"/>
      <w:numFmt w:val="bullet"/>
      <w:lvlText w:val=""/>
      <w:lvlJc w:val="left"/>
      <w:pPr>
        <w:tabs>
          <w:tab w:val="num" w:pos="5040"/>
        </w:tabs>
        <w:ind w:left="5040" w:hanging="360"/>
      </w:pPr>
      <w:rPr>
        <w:rFonts w:ascii="Wingdings" w:hAnsi="Wingdings" w:hint="default"/>
      </w:rPr>
    </w:lvl>
    <w:lvl w:ilvl="7" w:tplc="592EA69C" w:tentative="1">
      <w:start w:val="1"/>
      <w:numFmt w:val="bullet"/>
      <w:lvlText w:val=""/>
      <w:lvlJc w:val="left"/>
      <w:pPr>
        <w:tabs>
          <w:tab w:val="num" w:pos="5760"/>
        </w:tabs>
        <w:ind w:left="5760" w:hanging="360"/>
      </w:pPr>
      <w:rPr>
        <w:rFonts w:ascii="Wingdings" w:hAnsi="Wingdings" w:hint="default"/>
      </w:rPr>
    </w:lvl>
    <w:lvl w:ilvl="8" w:tplc="3E80347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C350C6"/>
    <w:multiLevelType w:val="hybridMultilevel"/>
    <w:tmpl w:val="F97EE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870451E"/>
    <w:multiLevelType w:val="hybridMultilevel"/>
    <w:tmpl w:val="A774BC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 w15:restartNumberingAfterBreak="0">
    <w:nsid w:val="7EA603BA"/>
    <w:multiLevelType w:val="hybridMultilevel"/>
    <w:tmpl w:val="3DF692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70656671">
    <w:abstractNumId w:val="6"/>
  </w:num>
  <w:num w:numId="2" w16cid:durableId="307824949">
    <w:abstractNumId w:val="11"/>
  </w:num>
  <w:num w:numId="3" w16cid:durableId="674922345">
    <w:abstractNumId w:val="5"/>
  </w:num>
  <w:num w:numId="4" w16cid:durableId="599724393">
    <w:abstractNumId w:val="1"/>
  </w:num>
  <w:num w:numId="5" w16cid:durableId="1127358762">
    <w:abstractNumId w:val="8"/>
  </w:num>
  <w:num w:numId="6" w16cid:durableId="853959302">
    <w:abstractNumId w:val="10"/>
  </w:num>
  <w:num w:numId="7" w16cid:durableId="2078744771">
    <w:abstractNumId w:val="0"/>
  </w:num>
  <w:num w:numId="8" w16cid:durableId="1093208203">
    <w:abstractNumId w:val="2"/>
  </w:num>
  <w:num w:numId="9" w16cid:durableId="2135824865">
    <w:abstractNumId w:val="4"/>
  </w:num>
  <w:num w:numId="10" w16cid:durableId="1828132775">
    <w:abstractNumId w:val="9"/>
  </w:num>
  <w:num w:numId="11" w16cid:durableId="5482979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3986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034"/>
    <w:rsid w:val="00002265"/>
    <w:rsid w:val="00003790"/>
    <w:rsid w:val="0000398E"/>
    <w:rsid w:val="000059F1"/>
    <w:rsid w:val="00005DBA"/>
    <w:rsid w:val="000065BA"/>
    <w:rsid w:val="00007487"/>
    <w:rsid w:val="0000782E"/>
    <w:rsid w:val="000128AC"/>
    <w:rsid w:val="00014EEA"/>
    <w:rsid w:val="00015394"/>
    <w:rsid w:val="00020D7E"/>
    <w:rsid w:val="00023190"/>
    <w:rsid w:val="00023DD1"/>
    <w:rsid w:val="00026458"/>
    <w:rsid w:val="00031D3B"/>
    <w:rsid w:val="00034005"/>
    <w:rsid w:val="000345DD"/>
    <w:rsid w:val="00035F0D"/>
    <w:rsid w:val="00040441"/>
    <w:rsid w:val="0004255D"/>
    <w:rsid w:val="00042AC8"/>
    <w:rsid w:val="00042D71"/>
    <w:rsid w:val="0004433C"/>
    <w:rsid w:val="0004459B"/>
    <w:rsid w:val="000461B6"/>
    <w:rsid w:val="00046997"/>
    <w:rsid w:val="000541A3"/>
    <w:rsid w:val="00056277"/>
    <w:rsid w:val="000564E7"/>
    <w:rsid w:val="000608FB"/>
    <w:rsid w:val="00060AC1"/>
    <w:rsid w:val="000625AE"/>
    <w:rsid w:val="00063DF8"/>
    <w:rsid w:val="00070452"/>
    <w:rsid w:val="000717ED"/>
    <w:rsid w:val="00071E2C"/>
    <w:rsid w:val="00074175"/>
    <w:rsid w:val="00090B0B"/>
    <w:rsid w:val="00091A11"/>
    <w:rsid w:val="00093673"/>
    <w:rsid w:val="00094C54"/>
    <w:rsid w:val="000972C3"/>
    <w:rsid w:val="00097A93"/>
    <w:rsid w:val="000A0343"/>
    <w:rsid w:val="000A0F68"/>
    <w:rsid w:val="000A4111"/>
    <w:rsid w:val="000A7A41"/>
    <w:rsid w:val="000A7B8D"/>
    <w:rsid w:val="000A7DBB"/>
    <w:rsid w:val="000B0267"/>
    <w:rsid w:val="000B1803"/>
    <w:rsid w:val="000B6774"/>
    <w:rsid w:val="000B736C"/>
    <w:rsid w:val="000B76A8"/>
    <w:rsid w:val="000C0E6C"/>
    <w:rsid w:val="000C0EDB"/>
    <w:rsid w:val="000C4202"/>
    <w:rsid w:val="000C4D76"/>
    <w:rsid w:val="000C55F7"/>
    <w:rsid w:val="000C672B"/>
    <w:rsid w:val="000C6B03"/>
    <w:rsid w:val="000C745B"/>
    <w:rsid w:val="000D2D33"/>
    <w:rsid w:val="000D3A20"/>
    <w:rsid w:val="000D6574"/>
    <w:rsid w:val="000D7AA5"/>
    <w:rsid w:val="000E149B"/>
    <w:rsid w:val="000E27DD"/>
    <w:rsid w:val="000E2ED1"/>
    <w:rsid w:val="000E40DE"/>
    <w:rsid w:val="000E449F"/>
    <w:rsid w:val="000E5BA7"/>
    <w:rsid w:val="000E7B68"/>
    <w:rsid w:val="000E7F63"/>
    <w:rsid w:val="000F1806"/>
    <w:rsid w:val="00100EC1"/>
    <w:rsid w:val="001020C7"/>
    <w:rsid w:val="001021C4"/>
    <w:rsid w:val="00102DD1"/>
    <w:rsid w:val="00105D13"/>
    <w:rsid w:val="00106143"/>
    <w:rsid w:val="0011187E"/>
    <w:rsid w:val="00116DEA"/>
    <w:rsid w:val="00123BE2"/>
    <w:rsid w:val="0012498A"/>
    <w:rsid w:val="00132ED5"/>
    <w:rsid w:val="00133C9E"/>
    <w:rsid w:val="00133D94"/>
    <w:rsid w:val="0013400F"/>
    <w:rsid w:val="00137055"/>
    <w:rsid w:val="00137FAF"/>
    <w:rsid w:val="00140536"/>
    <w:rsid w:val="0014234B"/>
    <w:rsid w:val="001423C6"/>
    <w:rsid w:val="001423F9"/>
    <w:rsid w:val="001439E2"/>
    <w:rsid w:val="00147706"/>
    <w:rsid w:val="00150689"/>
    <w:rsid w:val="00154186"/>
    <w:rsid w:val="00155A03"/>
    <w:rsid w:val="001561EB"/>
    <w:rsid w:val="00157486"/>
    <w:rsid w:val="0015754A"/>
    <w:rsid w:val="00161B27"/>
    <w:rsid w:val="00161EE7"/>
    <w:rsid w:val="00162790"/>
    <w:rsid w:val="00162897"/>
    <w:rsid w:val="00163AC2"/>
    <w:rsid w:val="00165B0B"/>
    <w:rsid w:val="00166725"/>
    <w:rsid w:val="00174B63"/>
    <w:rsid w:val="00176B5A"/>
    <w:rsid w:val="00180057"/>
    <w:rsid w:val="00180D92"/>
    <w:rsid w:val="00184346"/>
    <w:rsid w:val="0018520E"/>
    <w:rsid w:val="0018616A"/>
    <w:rsid w:val="001906E3"/>
    <w:rsid w:val="00194551"/>
    <w:rsid w:val="00195E41"/>
    <w:rsid w:val="00196BAD"/>
    <w:rsid w:val="00197AA7"/>
    <w:rsid w:val="001A1D57"/>
    <w:rsid w:val="001A2749"/>
    <w:rsid w:val="001B0ACF"/>
    <w:rsid w:val="001B107A"/>
    <w:rsid w:val="001B6282"/>
    <w:rsid w:val="001C0D49"/>
    <w:rsid w:val="001C35DB"/>
    <w:rsid w:val="001C408A"/>
    <w:rsid w:val="001D2DE0"/>
    <w:rsid w:val="001D2E3D"/>
    <w:rsid w:val="001D3842"/>
    <w:rsid w:val="001D47A3"/>
    <w:rsid w:val="001D6FD0"/>
    <w:rsid w:val="001E4E05"/>
    <w:rsid w:val="001E5637"/>
    <w:rsid w:val="001E689C"/>
    <w:rsid w:val="001F036E"/>
    <w:rsid w:val="001F40E8"/>
    <w:rsid w:val="001F65FE"/>
    <w:rsid w:val="0020293C"/>
    <w:rsid w:val="0020315E"/>
    <w:rsid w:val="002039C6"/>
    <w:rsid w:val="00204CE8"/>
    <w:rsid w:val="00206819"/>
    <w:rsid w:val="00207809"/>
    <w:rsid w:val="0021276F"/>
    <w:rsid w:val="0021476B"/>
    <w:rsid w:val="00220536"/>
    <w:rsid w:val="00220D64"/>
    <w:rsid w:val="0022425E"/>
    <w:rsid w:val="002243FD"/>
    <w:rsid w:val="002268F8"/>
    <w:rsid w:val="00226C93"/>
    <w:rsid w:val="00227CF5"/>
    <w:rsid w:val="002338B3"/>
    <w:rsid w:val="00234655"/>
    <w:rsid w:val="002404C4"/>
    <w:rsid w:val="0024095D"/>
    <w:rsid w:val="00242BE3"/>
    <w:rsid w:val="00246D94"/>
    <w:rsid w:val="00246D9B"/>
    <w:rsid w:val="00246E39"/>
    <w:rsid w:val="00247086"/>
    <w:rsid w:val="00247508"/>
    <w:rsid w:val="00247F15"/>
    <w:rsid w:val="002516FB"/>
    <w:rsid w:val="002522B5"/>
    <w:rsid w:val="002542B9"/>
    <w:rsid w:val="00254A79"/>
    <w:rsid w:val="00254E0A"/>
    <w:rsid w:val="0025543E"/>
    <w:rsid w:val="0025580D"/>
    <w:rsid w:val="00257B85"/>
    <w:rsid w:val="00261532"/>
    <w:rsid w:val="00262125"/>
    <w:rsid w:val="0026245F"/>
    <w:rsid w:val="00264368"/>
    <w:rsid w:val="00264F64"/>
    <w:rsid w:val="00265267"/>
    <w:rsid w:val="00265F26"/>
    <w:rsid w:val="0027036B"/>
    <w:rsid w:val="0027270A"/>
    <w:rsid w:val="002746E3"/>
    <w:rsid w:val="0027598A"/>
    <w:rsid w:val="00275F30"/>
    <w:rsid w:val="00280040"/>
    <w:rsid w:val="002826CD"/>
    <w:rsid w:val="00283CE6"/>
    <w:rsid w:val="002844F5"/>
    <w:rsid w:val="00290362"/>
    <w:rsid w:val="00290B0B"/>
    <w:rsid w:val="00291997"/>
    <w:rsid w:val="00292E5E"/>
    <w:rsid w:val="0029786C"/>
    <w:rsid w:val="002A01B1"/>
    <w:rsid w:val="002A0EE6"/>
    <w:rsid w:val="002A170C"/>
    <w:rsid w:val="002A3A8D"/>
    <w:rsid w:val="002A7BAB"/>
    <w:rsid w:val="002B337D"/>
    <w:rsid w:val="002B4D00"/>
    <w:rsid w:val="002C1431"/>
    <w:rsid w:val="002C4118"/>
    <w:rsid w:val="002C47FA"/>
    <w:rsid w:val="002C4C83"/>
    <w:rsid w:val="002C51AB"/>
    <w:rsid w:val="002C6C10"/>
    <w:rsid w:val="002D1438"/>
    <w:rsid w:val="002D3978"/>
    <w:rsid w:val="002D3D9B"/>
    <w:rsid w:val="002E1C53"/>
    <w:rsid w:val="002E39E4"/>
    <w:rsid w:val="002E5DE2"/>
    <w:rsid w:val="002E60AA"/>
    <w:rsid w:val="002E6815"/>
    <w:rsid w:val="002E75C2"/>
    <w:rsid w:val="00311B7E"/>
    <w:rsid w:val="00313D2E"/>
    <w:rsid w:val="0031423A"/>
    <w:rsid w:val="003159DA"/>
    <w:rsid w:val="00317528"/>
    <w:rsid w:val="00323DD1"/>
    <w:rsid w:val="00324B5A"/>
    <w:rsid w:val="0032582B"/>
    <w:rsid w:val="003275D8"/>
    <w:rsid w:val="00330FDF"/>
    <w:rsid w:val="003340C0"/>
    <w:rsid w:val="003353B9"/>
    <w:rsid w:val="003363B6"/>
    <w:rsid w:val="00340061"/>
    <w:rsid w:val="003416C6"/>
    <w:rsid w:val="003427CD"/>
    <w:rsid w:val="0034744C"/>
    <w:rsid w:val="0035170A"/>
    <w:rsid w:val="003553F1"/>
    <w:rsid w:val="00361213"/>
    <w:rsid w:val="00363574"/>
    <w:rsid w:val="00365CB8"/>
    <w:rsid w:val="00371B53"/>
    <w:rsid w:val="00372EA4"/>
    <w:rsid w:val="00374B1B"/>
    <w:rsid w:val="00374FC1"/>
    <w:rsid w:val="0037533B"/>
    <w:rsid w:val="003757E5"/>
    <w:rsid w:val="00381065"/>
    <w:rsid w:val="00381F3A"/>
    <w:rsid w:val="00385D41"/>
    <w:rsid w:val="00387F23"/>
    <w:rsid w:val="00390693"/>
    <w:rsid w:val="003915CF"/>
    <w:rsid w:val="00391B8D"/>
    <w:rsid w:val="00392058"/>
    <w:rsid w:val="00393585"/>
    <w:rsid w:val="0039449B"/>
    <w:rsid w:val="003946F6"/>
    <w:rsid w:val="00396217"/>
    <w:rsid w:val="003A00AE"/>
    <w:rsid w:val="003A09E3"/>
    <w:rsid w:val="003A59F1"/>
    <w:rsid w:val="003A65A7"/>
    <w:rsid w:val="003A65BB"/>
    <w:rsid w:val="003A6C5A"/>
    <w:rsid w:val="003B29DC"/>
    <w:rsid w:val="003B3B23"/>
    <w:rsid w:val="003B50D5"/>
    <w:rsid w:val="003B6F03"/>
    <w:rsid w:val="003B7F8E"/>
    <w:rsid w:val="003C0A52"/>
    <w:rsid w:val="003C13B4"/>
    <w:rsid w:val="003C5664"/>
    <w:rsid w:val="003D11CB"/>
    <w:rsid w:val="003D38C6"/>
    <w:rsid w:val="003D3ABA"/>
    <w:rsid w:val="003D7F19"/>
    <w:rsid w:val="003E0BE9"/>
    <w:rsid w:val="003E1006"/>
    <w:rsid w:val="003E3E57"/>
    <w:rsid w:val="003E65E8"/>
    <w:rsid w:val="003F08BC"/>
    <w:rsid w:val="003F11CF"/>
    <w:rsid w:val="003F120C"/>
    <w:rsid w:val="003F267D"/>
    <w:rsid w:val="003F2C88"/>
    <w:rsid w:val="003F5D4F"/>
    <w:rsid w:val="003F5F61"/>
    <w:rsid w:val="004010A8"/>
    <w:rsid w:val="004021D3"/>
    <w:rsid w:val="004039A0"/>
    <w:rsid w:val="004042CC"/>
    <w:rsid w:val="0040466C"/>
    <w:rsid w:val="00404E39"/>
    <w:rsid w:val="00405BFA"/>
    <w:rsid w:val="00406E84"/>
    <w:rsid w:val="00407866"/>
    <w:rsid w:val="00407E06"/>
    <w:rsid w:val="00410115"/>
    <w:rsid w:val="00411B82"/>
    <w:rsid w:val="004153C7"/>
    <w:rsid w:val="00423C74"/>
    <w:rsid w:val="00424CA2"/>
    <w:rsid w:val="00425E40"/>
    <w:rsid w:val="004266D5"/>
    <w:rsid w:val="00427985"/>
    <w:rsid w:val="004343C7"/>
    <w:rsid w:val="004344DD"/>
    <w:rsid w:val="004370A6"/>
    <w:rsid w:val="0044035F"/>
    <w:rsid w:val="00444CF2"/>
    <w:rsid w:val="00444E8D"/>
    <w:rsid w:val="004518FF"/>
    <w:rsid w:val="00452F84"/>
    <w:rsid w:val="00454FE2"/>
    <w:rsid w:val="004574B4"/>
    <w:rsid w:val="00460C9D"/>
    <w:rsid w:val="00460FA4"/>
    <w:rsid w:val="00462C65"/>
    <w:rsid w:val="00463A07"/>
    <w:rsid w:val="00465716"/>
    <w:rsid w:val="0046663A"/>
    <w:rsid w:val="004672F4"/>
    <w:rsid w:val="00475641"/>
    <w:rsid w:val="00476C65"/>
    <w:rsid w:val="00476E97"/>
    <w:rsid w:val="004828E6"/>
    <w:rsid w:val="0048546C"/>
    <w:rsid w:val="00485D00"/>
    <w:rsid w:val="00486129"/>
    <w:rsid w:val="004866FD"/>
    <w:rsid w:val="004872B8"/>
    <w:rsid w:val="00491436"/>
    <w:rsid w:val="004922D4"/>
    <w:rsid w:val="00497499"/>
    <w:rsid w:val="004A344E"/>
    <w:rsid w:val="004A3850"/>
    <w:rsid w:val="004A3A58"/>
    <w:rsid w:val="004B0C4E"/>
    <w:rsid w:val="004B68E1"/>
    <w:rsid w:val="004C0A9C"/>
    <w:rsid w:val="004C6AFC"/>
    <w:rsid w:val="004D0501"/>
    <w:rsid w:val="004D09D9"/>
    <w:rsid w:val="004E2C6F"/>
    <w:rsid w:val="004E2F27"/>
    <w:rsid w:val="004E41CF"/>
    <w:rsid w:val="004E645D"/>
    <w:rsid w:val="004E6C3C"/>
    <w:rsid w:val="004F170E"/>
    <w:rsid w:val="004F58FC"/>
    <w:rsid w:val="005079B8"/>
    <w:rsid w:val="005107EE"/>
    <w:rsid w:val="00510C80"/>
    <w:rsid w:val="00512631"/>
    <w:rsid w:val="005126D8"/>
    <w:rsid w:val="00512E66"/>
    <w:rsid w:val="005131B5"/>
    <w:rsid w:val="00517BB2"/>
    <w:rsid w:val="00521983"/>
    <w:rsid w:val="0052315C"/>
    <w:rsid w:val="00523953"/>
    <w:rsid w:val="005242CB"/>
    <w:rsid w:val="00525D3F"/>
    <w:rsid w:val="00527605"/>
    <w:rsid w:val="0053061D"/>
    <w:rsid w:val="00541CA0"/>
    <w:rsid w:val="0054343D"/>
    <w:rsid w:val="005440D7"/>
    <w:rsid w:val="005533E1"/>
    <w:rsid w:val="00557C0A"/>
    <w:rsid w:val="00557DB4"/>
    <w:rsid w:val="00560107"/>
    <w:rsid w:val="005602F2"/>
    <w:rsid w:val="00560E09"/>
    <w:rsid w:val="0056272F"/>
    <w:rsid w:val="00563049"/>
    <w:rsid w:val="00563513"/>
    <w:rsid w:val="00563A37"/>
    <w:rsid w:val="00564C01"/>
    <w:rsid w:val="00567C7A"/>
    <w:rsid w:val="00571149"/>
    <w:rsid w:val="00571D51"/>
    <w:rsid w:val="00575162"/>
    <w:rsid w:val="00585786"/>
    <w:rsid w:val="0058737B"/>
    <w:rsid w:val="005902D7"/>
    <w:rsid w:val="005909E8"/>
    <w:rsid w:val="0059679C"/>
    <w:rsid w:val="005A1E00"/>
    <w:rsid w:val="005A3F01"/>
    <w:rsid w:val="005A4526"/>
    <w:rsid w:val="005A5084"/>
    <w:rsid w:val="005A6391"/>
    <w:rsid w:val="005A6D5B"/>
    <w:rsid w:val="005B1792"/>
    <w:rsid w:val="005B3E4E"/>
    <w:rsid w:val="005B57EA"/>
    <w:rsid w:val="005B6DCA"/>
    <w:rsid w:val="005C0BFB"/>
    <w:rsid w:val="005C3EA9"/>
    <w:rsid w:val="005C5669"/>
    <w:rsid w:val="005C6076"/>
    <w:rsid w:val="005D0646"/>
    <w:rsid w:val="005E19F4"/>
    <w:rsid w:val="005E4F9C"/>
    <w:rsid w:val="005E7760"/>
    <w:rsid w:val="005F5A3C"/>
    <w:rsid w:val="006019FB"/>
    <w:rsid w:val="00602184"/>
    <w:rsid w:val="00602AF2"/>
    <w:rsid w:val="00605D60"/>
    <w:rsid w:val="006140D7"/>
    <w:rsid w:val="00614949"/>
    <w:rsid w:val="0061781B"/>
    <w:rsid w:val="006220B8"/>
    <w:rsid w:val="00624C18"/>
    <w:rsid w:val="00624E51"/>
    <w:rsid w:val="00626A20"/>
    <w:rsid w:val="006276CF"/>
    <w:rsid w:val="00630763"/>
    <w:rsid w:val="006324B9"/>
    <w:rsid w:val="00632639"/>
    <w:rsid w:val="00637093"/>
    <w:rsid w:val="00640B69"/>
    <w:rsid w:val="00641199"/>
    <w:rsid w:val="00650E6B"/>
    <w:rsid w:val="00660E7B"/>
    <w:rsid w:val="00660EC3"/>
    <w:rsid w:val="0066299B"/>
    <w:rsid w:val="00664C20"/>
    <w:rsid w:val="00670E11"/>
    <w:rsid w:val="00672BA8"/>
    <w:rsid w:val="00677C79"/>
    <w:rsid w:val="006820AA"/>
    <w:rsid w:val="00683178"/>
    <w:rsid w:val="0068394E"/>
    <w:rsid w:val="006856DB"/>
    <w:rsid w:val="00694042"/>
    <w:rsid w:val="00694143"/>
    <w:rsid w:val="00696A1B"/>
    <w:rsid w:val="006A055A"/>
    <w:rsid w:val="006A35A2"/>
    <w:rsid w:val="006A6ED5"/>
    <w:rsid w:val="006B1AB1"/>
    <w:rsid w:val="006B2F95"/>
    <w:rsid w:val="006C0437"/>
    <w:rsid w:val="006C35E0"/>
    <w:rsid w:val="006C62FE"/>
    <w:rsid w:val="006C7143"/>
    <w:rsid w:val="006E0D1D"/>
    <w:rsid w:val="006E4DC7"/>
    <w:rsid w:val="006E65D1"/>
    <w:rsid w:val="006F117B"/>
    <w:rsid w:val="006F1C86"/>
    <w:rsid w:val="006F2CBF"/>
    <w:rsid w:val="006F3201"/>
    <w:rsid w:val="006F4351"/>
    <w:rsid w:val="007016CC"/>
    <w:rsid w:val="00705674"/>
    <w:rsid w:val="00712C40"/>
    <w:rsid w:val="00713B04"/>
    <w:rsid w:val="007174A4"/>
    <w:rsid w:val="007178AE"/>
    <w:rsid w:val="00720B04"/>
    <w:rsid w:val="0072130A"/>
    <w:rsid w:val="007214B9"/>
    <w:rsid w:val="00721589"/>
    <w:rsid w:val="00722A3B"/>
    <w:rsid w:val="00724F48"/>
    <w:rsid w:val="00727E59"/>
    <w:rsid w:val="00733F1B"/>
    <w:rsid w:val="007352B7"/>
    <w:rsid w:val="00736203"/>
    <w:rsid w:val="00736518"/>
    <w:rsid w:val="00740F08"/>
    <w:rsid w:val="007465BF"/>
    <w:rsid w:val="007474CF"/>
    <w:rsid w:val="007477D6"/>
    <w:rsid w:val="007503E8"/>
    <w:rsid w:val="007506C6"/>
    <w:rsid w:val="00751965"/>
    <w:rsid w:val="007537BA"/>
    <w:rsid w:val="00753B81"/>
    <w:rsid w:val="0076168C"/>
    <w:rsid w:val="00761A08"/>
    <w:rsid w:val="00761F7F"/>
    <w:rsid w:val="0076208D"/>
    <w:rsid w:val="007627E1"/>
    <w:rsid w:val="00763472"/>
    <w:rsid w:val="0076509C"/>
    <w:rsid w:val="00766CD0"/>
    <w:rsid w:val="007675B9"/>
    <w:rsid w:val="00770FAE"/>
    <w:rsid w:val="00771F09"/>
    <w:rsid w:val="007728F1"/>
    <w:rsid w:val="00777FAD"/>
    <w:rsid w:val="00780BC9"/>
    <w:rsid w:val="0078163B"/>
    <w:rsid w:val="00783891"/>
    <w:rsid w:val="007854DE"/>
    <w:rsid w:val="007907FA"/>
    <w:rsid w:val="00792910"/>
    <w:rsid w:val="007934B4"/>
    <w:rsid w:val="00795C06"/>
    <w:rsid w:val="007A5DC3"/>
    <w:rsid w:val="007A7212"/>
    <w:rsid w:val="007A74B7"/>
    <w:rsid w:val="007B03EC"/>
    <w:rsid w:val="007B2B35"/>
    <w:rsid w:val="007B44E3"/>
    <w:rsid w:val="007B6425"/>
    <w:rsid w:val="007B75C6"/>
    <w:rsid w:val="007C13E8"/>
    <w:rsid w:val="007C4A7F"/>
    <w:rsid w:val="007C6B62"/>
    <w:rsid w:val="007C70D4"/>
    <w:rsid w:val="007C7B70"/>
    <w:rsid w:val="007C7D81"/>
    <w:rsid w:val="007D132D"/>
    <w:rsid w:val="007D1F8E"/>
    <w:rsid w:val="007D2457"/>
    <w:rsid w:val="007D2B8A"/>
    <w:rsid w:val="007D5C19"/>
    <w:rsid w:val="007D5CEC"/>
    <w:rsid w:val="007D6AD8"/>
    <w:rsid w:val="007D74CB"/>
    <w:rsid w:val="007E27D6"/>
    <w:rsid w:val="007F5531"/>
    <w:rsid w:val="00804CC9"/>
    <w:rsid w:val="00805FC6"/>
    <w:rsid w:val="00806DED"/>
    <w:rsid w:val="00806FF4"/>
    <w:rsid w:val="008079EF"/>
    <w:rsid w:val="00810904"/>
    <w:rsid w:val="00814F7F"/>
    <w:rsid w:val="00821052"/>
    <w:rsid w:val="00822F99"/>
    <w:rsid w:val="00823DFD"/>
    <w:rsid w:val="008241A5"/>
    <w:rsid w:val="00824D67"/>
    <w:rsid w:val="00830E5A"/>
    <w:rsid w:val="0083155B"/>
    <w:rsid w:val="00833C3C"/>
    <w:rsid w:val="008349CC"/>
    <w:rsid w:val="0084093B"/>
    <w:rsid w:val="00841F82"/>
    <w:rsid w:val="00842286"/>
    <w:rsid w:val="00846B12"/>
    <w:rsid w:val="0085494B"/>
    <w:rsid w:val="008551E6"/>
    <w:rsid w:val="00861718"/>
    <w:rsid w:val="008635D3"/>
    <w:rsid w:val="008641A9"/>
    <w:rsid w:val="008642E6"/>
    <w:rsid w:val="00864420"/>
    <w:rsid w:val="00864F98"/>
    <w:rsid w:val="00866668"/>
    <w:rsid w:val="0086717A"/>
    <w:rsid w:val="0087029E"/>
    <w:rsid w:val="00870E27"/>
    <w:rsid w:val="00871843"/>
    <w:rsid w:val="0087220B"/>
    <w:rsid w:val="00873658"/>
    <w:rsid w:val="008750F4"/>
    <w:rsid w:val="008818E9"/>
    <w:rsid w:val="00882E5A"/>
    <w:rsid w:val="00882F77"/>
    <w:rsid w:val="00884408"/>
    <w:rsid w:val="00886A30"/>
    <w:rsid w:val="00886A44"/>
    <w:rsid w:val="00890221"/>
    <w:rsid w:val="00891510"/>
    <w:rsid w:val="00892AE4"/>
    <w:rsid w:val="00893B98"/>
    <w:rsid w:val="008A175B"/>
    <w:rsid w:val="008A30B7"/>
    <w:rsid w:val="008A3EFF"/>
    <w:rsid w:val="008A4F53"/>
    <w:rsid w:val="008A52D0"/>
    <w:rsid w:val="008A691B"/>
    <w:rsid w:val="008A7A9D"/>
    <w:rsid w:val="008B780D"/>
    <w:rsid w:val="008C2B7B"/>
    <w:rsid w:val="008C41CF"/>
    <w:rsid w:val="008C57F1"/>
    <w:rsid w:val="008C6F46"/>
    <w:rsid w:val="008D12BB"/>
    <w:rsid w:val="008D3566"/>
    <w:rsid w:val="008D5254"/>
    <w:rsid w:val="008D5703"/>
    <w:rsid w:val="008D726D"/>
    <w:rsid w:val="008E0229"/>
    <w:rsid w:val="008E03DA"/>
    <w:rsid w:val="008E3ED5"/>
    <w:rsid w:val="008E4ABA"/>
    <w:rsid w:val="008E5E5D"/>
    <w:rsid w:val="008F1EC1"/>
    <w:rsid w:val="008F2F71"/>
    <w:rsid w:val="008F4E08"/>
    <w:rsid w:val="008F7113"/>
    <w:rsid w:val="00904599"/>
    <w:rsid w:val="009144CB"/>
    <w:rsid w:val="009150B1"/>
    <w:rsid w:val="00915E7B"/>
    <w:rsid w:val="00917510"/>
    <w:rsid w:val="00920497"/>
    <w:rsid w:val="009218CD"/>
    <w:rsid w:val="00922231"/>
    <w:rsid w:val="00923228"/>
    <w:rsid w:val="00923432"/>
    <w:rsid w:val="009407F1"/>
    <w:rsid w:val="00940BDB"/>
    <w:rsid w:val="00943F56"/>
    <w:rsid w:val="00944F70"/>
    <w:rsid w:val="009468ED"/>
    <w:rsid w:val="00946E77"/>
    <w:rsid w:val="00947D55"/>
    <w:rsid w:val="00950BEA"/>
    <w:rsid w:val="00951E19"/>
    <w:rsid w:val="00953CED"/>
    <w:rsid w:val="009571C5"/>
    <w:rsid w:val="0096362D"/>
    <w:rsid w:val="0096663D"/>
    <w:rsid w:val="00966BF1"/>
    <w:rsid w:val="009677BC"/>
    <w:rsid w:val="00971E08"/>
    <w:rsid w:val="00972C81"/>
    <w:rsid w:val="00973DD2"/>
    <w:rsid w:val="00974688"/>
    <w:rsid w:val="00981E31"/>
    <w:rsid w:val="00982354"/>
    <w:rsid w:val="00983570"/>
    <w:rsid w:val="009843ED"/>
    <w:rsid w:val="00984BA2"/>
    <w:rsid w:val="0099170A"/>
    <w:rsid w:val="00991935"/>
    <w:rsid w:val="00991D91"/>
    <w:rsid w:val="009929B4"/>
    <w:rsid w:val="00994149"/>
    <w:rsid w:val="009A1EB6"/>
    <w:rsid w:val="009A4BC4"/>
    <w:rsid w:val="009A4FC5"/>
    <w:rsid w:val="009A5106"/>
    <w:rsid w:val="009A5321"/>
    <w:rsid w:val="009A6917"/>
    <w:rsid w:val="009C7690"/>
    <w:rsid w:val="009D29AD"/>
    <w:rsid w:val="009D58D0"/>
    <w:rsid w:val="009D66CF"/>
    <w:rsid w:val="009D6A47"/>
    <w:rsid w:val="009E12E5"/>
    <w:rsid w:val="009E2441"/>
    <w:rsid w:val="009E2947"/>
    <w:rsid w:val="009E2A80"/>
    <w:rsid w:val="009E3570"/>
    <w:rsid w:val="009E4177"/>
    <w:rsid w:val="009F254F"/>
    <w:rsid w:val="009F778E"/>
    <w:rsid w:val="00A025DC"/>
    <w:rsid w:val="00A05681"/>
    <w:rsid w:val="00A066B8"/>
    <w:rsid w:val="00A06CCF"/>
    <w:rsid w:val="00A06D03"/>
    <w:rsid w:val="00A1169D"/>
    <w:rsid w:val="00A11AFD"/>
    <w:rsid w:val="00A148F9"/>
    <w:rsid w:val="00A16074"/>
    <w:rsid w:val="00A2233C"/>
    <w:rsid w:val="00A22383"/>
    <w:rsid w:val="00A22537"/>
    <w:rsid w:val="00A23B36"/>
    <w:rsid w:val="00A24BE6"/>
    <w:rsid w:val="00A32CA7"/>
    <w:rsid w:val="00A35F74"/>
    <w:rsid w:val="00A40C07"/>
    <w:rsid w:val="00A41B71"/>
    <w:rsid w:val="00A46D1A"/>
    <w:rsid w:val="00A51A28"/>
    <w:rsid w:val="00A52FCC"/>
    <w:rsid w:val="00A56D26"/>
    <w:rsid w:val="00A5792E"/>
    <w:rsid w:val="00A613D4"/>
    <w:rsid w:val="00A6262D"/>
    <w:rsid w:val="00A644E0"/>
    <w:rsid w:val="00A667C6"/>
    <w:rsid w:val="00A66A14"/>
    <w:rsid w:val="00A674B8"/>
    <w:rsid w:val="00A67E9F"/>
    <w:rsid w:val="00A71B14"/>
    <w:rsid w:val="00A7650D"/>
    <w:rsid w:val="00A777FB"/>
    <w:rsid w:val="00A77831"/>
    <w:rsid w:val="00A81017"/>
    <w:rsid w:val="00A81100"/>
    <w:rsid w:val="00A8214C"/>
    <w:rsid w:val="00A83103"/>
    <w:rsid w:val="00A83CEE"/>
    <w:rsid w:val="00A845F7"/>
    <w:rsid w:val="00A86D0A"/>
    <w:rsid w:val="00A91001"/>
    <w:rsid w:val="00A91E8E"/>
    <w:rsid w:val="00A93B0E"/>
    <w:rsid w:val="00A94A29"/>
    <w:rsid w:val="00A94C9B"/>
    <w:rsid w:val="00AA01FD"/>
    <w:rsid w:val="00AA4318"/>
    <w:rsid w:val="00AA69AF"/>
    <w:rsid w:val="00AA7DA8"/>
    <w:rsid w:val="00AA7E4F"/>
    <w:rsid w:val="00AB0A7B"/>
    <w:rsid w:val="00AB10BB"/>
    <w:rsid w:val="00AB38C0"/>
    <w:rsid w:val="00AB47B5"/>
    <w:rsid w:val="00AB5506"/>
    <w:rsid w:val="00AB7CE6"/>
    <w:rsid w:val="00AC04D6"/>
    <w:rsid w:val="00AC7BA3"/>
    <w:rsid w:val="00AC7E0A"/>
    <w:rsid w:val="00AD1B99"/>
    <w:rsid w:val="00AD4C4E"/>
    <w:rsid w:val="00AD7357"/>
    <w:rsid w:val="00AD7CED"/>
    <w:rsid w:val="00AE2890"/>
    <w:rsid w:val="00AE36F2"/>
    <w:rsid w:val="00AE3D4E"/>
    <w:rsid w:val="00AE449C"/>
    <w:rsid w:val="00AECAAD"/>
    <w:rsid w:val="00AF155D"/>
    <w:rsid w:val="00AF2CCC"/>
    <w:rsid w:val="00AF389A"/>
    <w:rsid w:val="00AF39B8"/>
    <w:rsid w:val="00AF666C"/>
    <w:rsid w:val="00AF6A6D"/>
    <w:rsid w:val="00B001EF"/>
    <w:rsid w:val="00B00BE1"/>
    <w:rsid w:val="00B03EDB"/>
    <w:rsid w:val="00B04589"/>
    <w:rsid w:val="00B04BD6"/>
    <w:rsid w:val="00B05056"/>
    <w:rsid w:val="00B051E4"/>
    <w:rsid w:val="00B0539E"/>
    <w:rsid w:val="00B06248"/>
    <w:rsid w:val="00B06BE1"/>
    <w:rsid w:val="00B15264"/>
    <w:rsid w:val="00B15A2A"/>
    <w:rsid w:val="00B163AF"/>
    <w:rsid w:val="00B175B5"/>
    <w:rsid w:val="00B22639"/>
    <w:rsid w:val="00B246E0"/>
    <w:rsid w:val="00B263E4"/>
    <w:rsid w:val="00B30557"/>
    <w:rsid w:val="00B340A4"/>
    <w:rsid w:val="00B34EDD"/>
    <w:rsid w:val="00B37FA0"/>
    <w:rsid w:val="00B4278C"/>
    <w:rsid w:val="00B4541D"/>
    <w:rsid w:val="00B51EB6"/>
    <w:rsid w:val="00B52CE0"/>
    <w:rsid w:val="00B56311"/>
    <w:rsid w:val="00B56A1E"/>
    <w:rsid w:val="00B610A0"/>
    <w:rsid w:val="00B62D4C"/>
    <w:rsid w:val="00B64629"/>
    <w:rsid w:val="00B64CFE"/>
    <w:rsid w:val="00B672DF"/>
    <w:rsid w:val="00B67915"/>
    <w:rsid w:val="00B717C3"/>
    <w:rsid w:val="00B73C9A"/>
    <w:rsid w:val="00B7440A"/>
    <w:rsid w:val="00B82A84"/>
    <w:rsid w:val="00B87230"/>
    <w:rsid w:val="00B90005"/>
    <w:rsid w:val="00B921B3"/>
    <w:rsid w:val="00B925E2"/>
    <w:rsid w:val="00B9334B"/>
    <w:rsid w:val="00BA03EF"/>
    <w:rsid w:val="00BA040E"/>
    <w:rsid w:val="00BA1AB7"/>
    <w:rsid w:val="00BA57E9"/>
    <w:rsid w:val="00BA5E1A"/>
    <w:rsid w:val="00BA655A"/>
    <w:rsid w:val="00BB116F"/>
    <w:rsid w:val="00BB3710"/>
    <w:rsid w:val="00BB3D03"/>
    <w:rsid w:val="00BB59D0"/>
    <w:rsid w:val="00BC23BC"/>
    <w:rsid w:val="00BC25E8"/>
    <w:rsid w:val="00BD194C"/>
    <w:rsid w:val="00BD2B02"/>
    <w:rsid w:val="00BE0185"/>
    <w:rsid w:val="00BE1AA0"/>
    <w:rsid w:val="00BE2E93"/>
    <w:rsid w:val="00BE6D74"/>
    <w:rsid w:val="00BF0A00"/>
    <w:rsid w:val="00BF238B"/>
    <w:rsid w:val="00BF2637"/>
    <w:rsid w:val="00BF3634"/>
    <w:rsid w:val="00BF683A"/>
    <w:rsid w:val="00C0037C"/>
    <w:rsid w:val="00C05E68"/>
    <w:rsid w:val="00C105C2"/>
    <w:rsid w:val="00C1358A"/>
    <w:rsid w:val="00C13F19"/>
    <w:rsid w:val="00C247E7"/>
    <w:rsid w:val="00C26134"/>
    <w:rsid w:val="00C30AA9"/>
    <w:rsid w:val="00C30CA2"/>
    <w:rsid w:val="00C37519"/>
    <w:rsid w:val="00C4051D"/>
    <w:rsid w:val="00C407A0"/>
    <w:rsid w:val="00C40C98"/>
    <w:rsid w:val="00C4429E"/>
    <w:rsid w:val="00C452EE"/>
    <w:rsid w:val="00C47898"/>
    <w:rsid w:val="00C51A25"/>
    <w:rsid w:val="00C51B31"/>
    <w:rsid w:val="00C51F23"/>
    <w:rsid w:val="00C52C27"/>
    <w:rsid w:val="00C534A9"/>
    <w:rsid w:val="00C534C1"/>
    <w:rsid w:val="00C548F3"/>
    <w:rsid w:val="00C63322"/>
    <w:rsid w:val="00C644A1"/>
    <w:rsid w:val="00C665B1"/>
    <w:rsid w:val="00C718D6"/>
    <w:rsid w:val="00C743B7"/>
    <w:rsid w:val="00C74748"/>
    <w:rsid w:val="00C82D1E"/>
    <w:rsid w:val="00C843C6"/>
    <w:rsid w:val="00C93402"/>
    <w:rsid w:val="00C93607"/>
    <w:rsid w:val="00C9628E"/>
    <w:rsid w:val="00C962D8"/>
    <w:rsid w:val="00CA4D65"/>
    <w:rsid w:val="00CA70FA"/>
    <w:rsid w:val="00CA7B39"/>
    <w:rsid w:val="00CB1238"/>
    <w:rsid w:val="00CB2219"/>
    <w:rsid w:val="00CB228A"/>
    <w:rsid w:val="00CB5526"/>
    <w:rsid w:val="00CB6B9B"/>
    <w:rsid w:val="00CB7403"/>
    <w:rsid w:val="00CC10D2"/>
    <w:rsid w:val="00CC38CA"/>
    <w:rsid w:val="00CC444C"/>
    <w:rsid w:val="00CC4A3E"/>
    <w:rsid w:val="00CC4D03"/>
    <w:rsid w:val="00CD0931"/>
    <w:rsid w:val="00CD0F35"/>
    <w:rsid w:val="00CD1D53"/>
    <w:rsid w:val="00CD218D"/>
    <w:rsid w:val="00CD3B4E"/>
    <w:rsid w:val="00CD60B3"/>
    <w:rsid w:val="00CD74B2"/>
    <w:rsid w:val="00CE273A"/>
    <w:rsid w:val="00CF0DCC"/>
    <w:rsid w:val="00CF11BA"/>
    <w:rsid w:val="00CF17E3"/>
    <w:rsid w:val="00CF22FD"/>
    <w:rsid w:val="00CF274B"/>
    <w:rsid w:val="00CF445C"/>
    <w:rsid w:val="00CF4DCC"/>
    <w:rsid w:val="00CF5898"/>
    <w:rsid w:val="00D02BF9"/>
    <w:rsid w:val="00D04771"/>
    <w:rsid w:val="00D05BF4"/>
    <w:rsid w:val="00D10215"/>
    <w:rsid w:val="00D11260"/>
    <w:rsid w:val="00D11834"/>
    <w:rsid w:val="00D128A2"/>
    <w:rsid w:val="00D151C6"/>
    <w:rsid w:val="00D15A52"/>
    <w:rsid w:val="00D15E8B"/>
    <w:rsid w:val="00D20FB5"/>
    <w:rsid w:val="00D213B9"/>
    <w:rsid w:val="00D2359D"/>
    <w:rsid w:val="00D24D7A"/>
    <w:rsid w:val="00D24E86"/>
    <w:rsid w:val="00D26775"/>
    <w:rsid w:val="00D30501"/>
    <w:rsid w:val="00D32D2A"/>
    <w:rsid w:val="00D34407"/>
    <w:rsid w:val="00D34514"/>
    <w:rsid w:val="00D35534"/>
    <w:rsid w:val="00D357E9"/>
    <w:rsid w:val="00D3660E"/>
    <w:rsid w:val="00D424B8"/>
    <w:rsid w:val="00D431E2"/>
    <w:rsid w:val="00D447B2"/>
    <w:rsid w:val="00D45546"/>
    <w:rsid w:val="00D45E5D"/>
    <w:rsid w:val="00D47B3F"/>
    <w:rsid w:val="00D47D6D"/>
    <w:rsid w:val="00D515F4"/>
    <w:rsid w:val="00D55302"/>
    <w:rsid w:val="00D5678A"/>
    <w:rsid w:val="00D67BD9"/>
    <w:rsid w:val="00D704B5"/>
    <w:rsid w:val="00D70539"/>
    <w:rsid w:val="00D714EC"/>
    <w:rsid w:val="00D75443"/>
    <w:rsid w:val="00D768B6"/>
    <w:rsid w:val="00D76B5F"/>
    <w:rsid w:val="00D7722A"/>
    <w:rsid w:val="00D81DD3"/>
    <w:rsid w:val="00D853D4"/>
    <w:rsid w:val="00D85CF1"/>
    <w:rsid w:val="00D85F11"/>
    <w:rsid w:val="00D87796"/>
    <w:rsid w:val="00D96F78"/>
    <w:rsid w:val="00DA212C"/>
    <w:rsid w:val="00DA2D0E"/>
    <w:rsid w:val="00DA3D62"/>
    <w:rsid w:val="00DA60B3"/>
    <w:rsid w:val="00DA7562"/>
    <w:rsid w:val="00DB1534"/>
    <w:rsid w:val="00DB371A"/>
    <w:rsid w:val="00DB4A3E"/>
    <w:rsid w:val="00DB7703"/>
    <w:rsid w:val="00DC18F0"/>
    <w:rsid w:val="00DC3BBD"/>
    <w:rsid w:val="00DC3C54"/>
    <w:rsid w:val="00DC4214"/>
    <w:rsid w:val="00DC43A2"/>
    <w:rsid w:val="00DD65CF"/>
    <w:rsid w:val="00DD682B"/>
    <w:rsid w:val="00DE0428"/>
    <w:rsid w:val="00DE0BE6"/>
    <w:rsid w:val="00DE30AE"/>
    <w:rsid w:val="00DE46EF"/>
    <w:rsid w:val="00DF0861"/>
    <w:rsid w:val="00DF6BCC"/>
    <w:rsid w:val="00E00AB3"/>
    <w:rsid w:val="00E02CE8"/>
    <w:rsid w:val="00E030C0"/>
    <w:rsid w:val="00E0317E"/>
    <w:rsid w:val="00E0430C"/>
    <w:rsid w:val="00E065F6"/>
    <w:rsid w:val="00E06E56"/>
    <w:rsid w:val="00E07DEB"/>
    <w:rsid w:val="00E25389"/>
    <w:rsid w:val="00E26373"/>
    <w:rsid w:val="00E27317"/>
    <w:rsid w:val="00E343EC"/>
    <w:rsid w:val="00E357B0"/>
    <w:rsid w:val="00E41898"/>
    <w:rsid w:val="00E44CAB"/>
    <w:rsid w:val="00E50A05"/>
    <w:rsid w:val="00E527C5"/>
    <w:rsid w:val="00E60622"/>
    <w:rsid w:val="00E60746"/>
    <w:rsid w:val="00E67CAD"/>
    <w:rsid w:val="00E70339"/>
    <w:rsid w:val="00E704F7"/>
    <w:rsid w:val="00E71DFF"/>
    <w:rsid w:val="00E733A5"/>
    <w:rsid w:val="00E748A5"/>
    <w:rsid w:val="00E750BF"/>
    <w:rsid w:val="00E76232"/>
    <w:rsid w:val="00E76246"/>
    <w:rsid w:val="00E81FA9"/>
    <w:rsid w:val="00E84E26"/>
    <w:rsid w:val="00E8643F"/>
    <w:rsid w:val="00E87E4C"/>
    <w:rsid w:val="00E90B24"/>
    <w:rsid w:val="00E90F9D"/>
    <w:rsid w:val="00E91AC0"/>
    <w:rsid w:val="00E9203F"/>
    <w:rsid w:val="00E92142"/>
    <w:rsid w:val="00E95F16"/>
    <w:rsid w:val="00E96362"/>
    <w:rsid w:val="00EA0F51"/>
    <w:rsid w:val="00EA1210"/>
    <w:rsid w:val="00EA3784"/>
    <w:rsid w:val="00EA6B26"/>
    <w:rsid w:val="00EB157A"/>
    <w:rsid w:val="00EB26C2"/>
    <w:rsid w:val="00EB30D7"/>
    <w:rsid w:val="00EB450B"/>
    <w:rsid w:val="00EB6722"/>
    <w:rsid w:val="00EC0F87"/>
    <w:rsid w:val="00EC206E"/>
    <w:rsid w:val="00EC2A0A"/>
    <w:rsid w:val="00EC5F30"/>
    <w:rsid w:val="00EC6711"/>
    <w:rsid w:val="00EC71B7"/>
    <w:rsid w:val="00EC7202"/>
    <w:rsid w:val="00ED4804"/>
    <w:rsid w:val="00ED56A1"/>
    <w:rsid w:val="00ED64C7"/>
    <w:rsid w:val="00EE0914"/>
    <w:rsid w:val="00EE518D"/>
    <w:rsid w:val="00EE6077"/>
    <w:rsid w:val="00EE6B19"/>
    <w:rsid w:val="00EE6ECB"/>
    <w:rsid w:val="00EF1306"/>
    <w:rsid w:val="00EF1E1B"/>
    <w:rsid w:val="00EF4B7F"/>
    <w:rsid w:val="00EF4C15"/>
    <w:rsid w:val="00EF7237"/>
    <w:rsid w:val="00F00512"/>
    <w:rsid w:val="00F03D1A"/>
    <w:rsid w:val="00F0646A"/>
    <w:rsid w:val="00F06899"/>
    <w:rsid w:val="00F15F62"/>
    <w:rsid w:val="00F16A9D"/>
    <w:rsid w:val="00F17AD4"/>
    <w:rsid w:val="00F2407B"/>
    <w:rsid w:val="00F25A7C"/>
    <w:rsid w:val="00F25AA5"/>
    <w:rsid w:val="00F25DA5"/>
    <w:rsid w:val="00F3068F"/>
    <w:rsid w:val="00F368B5"/>
    <w:rsid w:val="00F36B70"/>
    <w:rsid w:val="00F37FFE"/>
    <w:rsid w:val="00F425CB"/>
    <w:rsid w:val="00F43CB1"/>
    <w:rsid w:val="00F44497"/>
    <w:rsid w:val="00F511AB"/>
    <w:rsid w:val="00F519ED"/>
    <w:rsid w:val="00F52250"/>
    <w:rsid w:val="00F54681"/>
    <w:rsid w:val="00F56B00"/>
    <w:rsid w:val="00F5729E"/>
    <w:rsid w:val="00F60A4A"/>
    <w:rsid w:val="00F61D70"/>
    <w:rsid w:val="00F645BC"/>
    <w:rsid w:val="00F6697F"/>
    <w:rsid w:val="00F70D9C"/>
    <w:rsid w:val="00F73459"/>
    <w:rsid w:val="00F76282"/>
    <w:rsid w:val="00F7774A"/>
    <w:rsid w:val="00F779A3"/>
    <w:rsid w:val="00F82612"/>
    <w:rsid w:val="00F8580E"/>
    <w:rsid w:val="00F92F89"/>
    <w:rsid w:val="00F93F94"/>
    <w:rsid w:val="00F94985"/>
    <w:rsid w:val="00F951A9"/>
    <w:rsid w:val="00F966E4"/>
    <w:rsid w:val="00F972C1"/>
    <w:rsid w:val="00F97643"/>
    <w:rsid w:val="00FA2258"/>
    <w:rsid w:val="00FA46B9"/>
    <w:rsid w:val="00FA49AA"/>
    <w:rsid w:val="00FA5BBD"/>
    <w:rsid w:val="00FA7250"/>
    <w:rsid w:val="00FB0623"/>
    <w:rsid w:val="00FB38EE"/>
    <w:rsid w:val="00FB3D67"/>
    <w:rsid w:val="00FB484E"/>
    <w:rsid w:val="00FB4958"/>
    <w:rsid w:val="00FB4DA7"/>
    <w:rsid w:val="00FB68A4"/>
    <w:rsid w:val="00FC29CB"/>
    <w:rsid w:val="00FC7394"/>
    <w:rsid w:val="00FD4408"/>
    <w:rsid w:val="00FD63F0"/>
    <w:rsid w:val="00FD7163"/>
    <w:rsid w:val="00FD7A60"/>
    <w:rsid w:val="00FE1766"/>
    <w:rsid w:val="00FE670F"/>
    <w:rsid w:val="00FF07FC"/>
    <w:rsid w:val="00FF0BFD"/>
    <w:rsid w:val="00FF2B0C"/>
    <w:rsid w:val="00FF3432"/>
    <w:rsid w:val="00FF493F"/>
    <w:rsid w:val="01804E84"/>
    <w:rsid w:val="024F1DFE"/>
    <w:rsid w:val="031C1EE5"/>
    <w:rsid w:val="0435CDD2"/>
    <w:rsid w:val="05289C0E"/>
    <w:rsid w:val="05954391"/>
    <w:rsid w:val="05D19E33"/>
    <w:rsid w:val="072D85B2"/>
    <w:rsid w:val="07875D5E"/>
    <w:rsid w:val="078BF87A"/>
    <w:rsid w:val="086A03C0"/>
    <w:rsid w:val="094DFD52"/>
    <w:rsid w:val="0AA50F56"/>
    <w:rsid w:val="0AED84DD"/>
    <w:rsid w:val="0C610EA1"/>
    <w:rsid w:val="0CCC4C93"/>
    <w:rsid w:val="0F35211C"/>
    <w:rsid w:val="0F62C7BC"/>
    <w:rsid w:val="100E8C3C"/>
    <w:rsid w:val="1332E2F7"/>
    <w:rsid w:val="13A8DBFF"/>
    <w:rsid w:val="14AAE3B5"/>
    <w:rsid w:val="14B0B812"/>
    <w:rsid w:val="17A70875"/>
    <w:rsid w:val="1960E99A"/>
    <w:rsid w:val="1AC3093A"/>
    <w:rsid w:val="1AC99086"/>
    <w:rsid w:val="1B1C19C3"/>
    <w:rsid w:val="1BBB3B87"/>
    <w:rsid w:val="1C5EF107"/>
    <w:rsid w:val="1F5B06DD"/>
    <w:rsid w:val="1FE03AF9"/>
    <w:rsid w:val="204EB669"/>
    <w:rsid w:val="2132622A"/>
    <w:rsid w:val="21437465"/>
    <w:rsid w:val="21A6D85C"/>
    <w:rsid w:val="220C1A1B"/>
    <w:rsid w:val="264B622B"/>
    <w:rsid w:val="26576A6F"/>
    <w:rsid w:val="27544A19"/>
    <w:rsid w:val="280D6EC0"/>
    <w:rsid w:val="28820A14"/>
    <w:rsid w:val="2CA7A4EE"/>
    <w:rsid w:val="2CC79A7D"/>
    <w:rsid w:val="2EB45D98"/>
    <w:rsid w:val="2F49DD6A"/>
    <w:rsid w:val="2FA42A1A"/>
    <w:rsid w:val="319CAA12"/>
    <w:rsid w:val="330EABA6"/>
    <w:rsid w:val="331E3B5B"/>
    <w:rsid w:val="3324789A"/>
    <w:rsid w:val="3445E971"/>
    <w:rsid w:val="34B3C3BC"/>
    <w:rsid w:val="34C8D06D"/>
    <w:rsid w:val="387939B1"/>
    <w:rsid w:val="3B26A526"/>
    <w:rsid w:val="3BB0DA73"/>
    <w:rsid w:val="3BF98F18"/>
    <w:rsid w:val="3DFB0969"/>
    <w:rsid w:val="3E1F2B94"/>
    <w:rsid w:val="3F9E3026"/>
    <w:rsid w:val="3FB3011C"/>
    <w:rsid w:val="40F9355F"/>
    <w:rsid w:val="45AA45C1"/>
    <w:rsid w:val="4759C09F"/>
    <w:rsid w:val="498F73F4"/>
    <w:rsid w:val="4B73F82A"/>
    <w:rsid w:val="4C3EF836"/>
    <w:rsid w:val="4E276761"/>
    <w:rsid w:val="4E5912B0"/>
    <w:rsid w:val="4E9B00BF"/>
    <w:rsid w:val="4EC8D438"/>
    <w:rsid w:val="4F068C85"/>
    <w:rsid w:val="4F68BBFF"/>
    <w:rsid w:val="506361A0"/>
    <w:rsid w:val="514F50E0"/>
    <w:rsid w:val="51D7C828"/>
    <w:rsid w:val="52EDC208"/>
    <w:rsid w:val="53634D08"/>
    <w:rsid w:val="54345705"/>
    <w:rsid w:val="5519B1A9"/>
    <w:rsid w:val="561E29AD"/>
    <w:rsid w:val="57D7CCC8"/>
    <w:rsid w:val="591DFCF0"/>
    <w:rsid w:val="5A039869"/>
    <w:rsid w:val="5C8B8C2F"/>
    <w:rsid w:val="5E36EA94"/>
    <w:rsid w:val="61931B46"/>
    <w:rsid w:val="632EEBA7"/>
    <w:rsid w:val="64CABC08"/>
    <w:rsid w:val="66E57461"/>
    <w:rsid w:val="6A144E8F"/>
    <w:rsid w:val="6A6F9525"/>
    <w:rsid w:val="6ABC3DBD"/>
    <w:rsid w:val="6B24020C"/>
    <w:rsid w:val="6B508C36"/>
    <w:rsid w:val="6F833E61"/>
    <w:rsid w:val="700D6EAF"/>
    <w:rsid w:val="7032FFB2"/>
    <w:rsid w:val="751EFDC2"/>
    <w:rsid w:val="75B18434"/>
    <w:rsid w:val="7649C345"/>
    <w:rsid w:val="79DE8A73"/>
    <w:rsid w:val="7B058122"/>
    <w:rsid w:val="7FDA5F9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45AE07"/>
  <w15:docId w15:val="{CFFBB621-6761-4ECE-85D0-BC1258F3D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table" w:styleId="Tabellenraster">
    <w:name w:val="Table Grid"/>
    <w:basedOn w:val="NormaleTabelle"/>
    <w:uiPriority w:val="59"/>
    <w:rsid w:val="008E5E5D"/>
    <w:rPr>
      <w:rFonts w:ascii="Arial" w:eastAsiaTheme="minorHAnsi" w:hAnsi="Arial"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Absatz-Standardschriftart"/>
    <w:rsid w:val="00D15A52"/>
  </w:style>
  <w:style w:type="character" w:styleId="BesuchterLink">
    <w:name w:val="FollowedHyperlink"/>
    <w:basedOn w:val="Absatz-Standardschriftart"/>
    <w:semiHidden/>
    <w:unhideWhenUsed/>
    <w:rsid w:val="00A66A14"/>
    <w:rPr>
      <w:color w:val="800080" w:themeColor="followedHyperlink"/>
      <w:u w:val="single"/>
    </w:rPr>
  </w:style>
  <w:style w:type="character" w:styleId="Platzhaltertext">
    <w:name w:val="Placeholder Text"/>
    <w:basedOn w:val="Absatz-Standardschriftart"/>
    <w:uiPriority w:val="99"/>
    <w:semiHidden/>
    <w:rsid w:val="00D32D2A"/>
    <w:rPr>
      <w:color w:val="808080"/>
    </w:rPr>
  </w:style>
  <w:style w:type="character" w:styleId="SmartLink">
    <w:name w:val="Smart Link"/>
    <w:basedOn w:val="Absatz-Standardschriftart"/>
    <w:uiPriority w:val="99"/>
    <w:semiHidden/>
    <w:unhideWhenUsed/>
    <w:rsid w:val="00FB4958"/>
    <w:rPr>
      <w:color w:val="0000FF"/>
      <w:u w:val="single"/>
      <w:shd w:val="clear" w:color="auto" w:fill="F3F2F1"/>
    </w:rPr>
  </w:style>
  <w:style w:type="character" w:styleId="Erwhnung">
    <w:name w:val="Mention"/>
    <w:basedOn w:val="Absatz-Standardschriftart"/>
    <w:uiPriority w:val="99"/>
    <w:unhideWhenUsed/>
    <w:rPr>
      <w:color w:val="2B579A"/>
      <w:shd w:val="clear" w:color="auto" w:fill="E6E6E6"/>
    </w:rPr>
  </w:style>
  <w:style w:type="character" w:customStyle="1" w:styleId="berschrift7Zchn">
    <w:name w:val="Überschrift 7 Zchn"/>
    <w:basedOn w:val="Absatz-Standardschriftart"/>
    <w:link w:val="berschrift7"/>
    <w:rsid w:val="00CD1D53"/>
    <w:rPr>
      <w:rFonts w:ascii="Arial" w:hAnsi="Arial" w:cs="Arial"/>
      <w:b/>
      <w:bCs/>
      <w:sz w:val="28"/>
      <w:szCs w:val="24"/>
    </w:rPr>
  </w:style>
  <w:style w:type="paragraph" w:customStyle="1" w:styleId="Default">
    <w:name w:val="Default"/>
    <w:rsid w:val="00FC7394"/>
    <w:pPr>
      <w:autoSpaceDE w:val="0"/>
      <w:autoSpaceDN w:val="0"/>
      <w:adjustRightInd w:val="0"/>
    </w:pPr>
    <w:rPr>
      <w:rFonts w:ascii="NPPBF L+ Roboto" w:hAnsi="NPPBF L+ Roboto" w:cs="NPPBF L+ Roboto"/>
      <w:color w:val="000000"/>
      <w:sz w:val="24"/>
      <w:szCs w:val="24"/>
    </w:rPr>
  </w:style>
  <w:style w:type="character" w:styleId="NichtaufgelsteErwhnung">
    <w:name w:val="Unresolved Mention"/>
    <w:basedOn w:val="Absatz-Standardschriftart"/>
    <w:uiPriority w:val="99"/>
    <w:semiHidden/>
    <w:unhideWhenUsed/>
    <w:rsid w:val="00FC7394"/>
    <w:rPr>
      <w:color w:val="605E5C"/>
      <w:shd w:val="clear" w:color="auto" w:fill="E1DFDD"/>
    </w:rPr>
  </w:style>
  <w:style w:type="paragraph" w:customStyle="1" w:styleId="Bodytext0">
    <w:name w:val="Bodytext"/>
    <w:qFormat/>
    <w:rsid w:val="00E00AB3"/>
    <w:pPr>
      <w:spacing w:line="360" w:lineRule="auto"/>
    </w:pPr>
    <w:rPr>
      <w:rFonts w:ascii="Arial" w:hAnsi="Arial"/>
      <w:sz w:val="22"/>
    </w:rPr>
  </w:style>
  <w:style w:type="character" w:customStyle="1" w:styleId="normaltextrun">
    <w:name w:val="normaltextrun"/>
    <w:basedOn w:val="Absatz-Standardschriftart"/>
    <w:rsid w:val="00A93B0E"/>
  </w:style>
  <w:style w:type="paragraph" w:customStyle="1" w:styleId="paragraph">
    <w:name w:val="paragraph"/>
    <w:basedOn w:val="Standard"/>
    <w:rsid w:val="004E2F2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514537196">
      <w:bodyDiv w:val="1"/>
      <w:marLeft w:val="0"/>
      <w:marRight w:val="0"/>
      <w:marTop w:val="0"/>
      <w:marBottom w:val="0"/>
      <w:divBdr>
        <w:top w:val="none" w:sz="0" w:space="0" w:color="auto"/>
        <w:left w:val="none" w:sz="0" w:space="0" w:color="auto"/>
        <w:bottom w:val="none" w:sz="0" w:space="0" w:color="auto"/>
        <w:right w:val="none" w:sz="0" w:space="0" w:color="auto"/>
      </w:divBdr>
    </w:div>
    <w:div w:id="607279688">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29672067">
      <w:bodyDiv w:val="1"/>
      <w:marLeft w:val="0"/>
      <w:marRight w:val="0"/>
      <w:marTop w:val="0"/>
      <w:marBottom w:val="0"/>
      <w:divBdr>
        <w:top w:val="none" w:sz="0" w:space="0" w:color="auto"/>
        <w:left w:val="none" w:sz="0" w:space="0" w:color="auto"/>
        <w:bottom w:val="none" w:sz="0" w:space="0" w:color="auto"/>
        <w:right w:val="none" w:sz="0" w:space="0" w:color="auto"/>
      </w:divBdr>
      <w:divsChild>
        <w:div w:id="1765877367">
          <w:marLeft w:val="0"/>
          <w:marRight w:val="0"/>
          <w:marTop w:val="0"/>
          <w:marBottom w:val="0"/>
          <w:divBdr>
            <w:top w:val="none" w:sz="0" w:space="0" w:color="auto"/>
            <w:left w:val="none" w:sz="0" w:space="0" w:color="auto"/>
            <w:bottom w:val="none" w:sz="0" w:space="0" w:color="auto"/>
            <w:right w:val="none" w:sz="0" w:space="0" w:color="auto"/>
          </w:divBdr>
        </w:div>
      </w:divsChild>
    </w:div>
    <w:div w:id="640889427">
      <w:bodyDiv w:val="1"/>
      <w:marLeft w:val="0"/>
      <w:marRight w:val="0"/>
      <w:marTop w:val="0"/>
      <w:marBottom w:val="0"/>
      <w:divBdr>
        <w:top w:val="none" w:sz="0" w:space="0" w:color="auto"/>
        <w:left w:val="none" w:sz="0" w:space="0" w:color="auto"/>
        <w:bottom w:val="none" w:sz="0" w:space="0" w:color="auto"/>
        <w:right w:val="none" w:sz="0" w:space="0" w:color="auto"/>
      </w:divBdr>
    </w:div>
    <w:div w:id="664666147">
      <w:bodyDiv w:val="1"/>
      <w:marLeft w:val="0"/>
      <w:marRight w:val="0"/>
      <w:marTop w:val="0"/>
      <w:marBottom w:val="0"/>
      <w:divBdr>
        <w:top w:val="none" w:sz="0" w:space="0" w:color="auto"/>
        <w:left w:val="none" w:sz="0" w:space="0" w:color="auto"/>
        <w:bottom w:val="none" w:sz="0" w:space="0" w:color="auto"/>
        <w:right w:val="none" w:sz="0" w:space="0" w:color="auto"/>
      </w:divBdr>
    </w:div>
    <w:div w:id="852963369">
      <w:bodyDiv w:val="1"/>
      <w:marLeft w:val="0"/>
      <w:marRight w:val="0"/>
      <w:marTop w:val="0"/>
      <w:marBottom w:val="0"/>
      <w:divBdr>
        <w:top w:val="none" w:sz="0" w:space="0" w:color="auto"/>
        <w:left w:val="none" w:sz="0" w:space="0" w:color="auto"/>
        <w:bottom w:val="none" w:sz="0" w:space="0" w:color="auto"/>
        <w:right w:val="none" w:sz="0" w:space="0" w:color="auto"/>
      </w:divBdr>
    </w:div>
    <w:div w:id="872965918">
      <w:bodyDiv w:val="1"/>
      <w:marLeft w:val="0"/>
      <w:marRight w:val="0"/>
      <w:marTop w:val="0"/>
      <w:marBottom w:val="0"/>
      <w:divBdr>
        <w:top w:val="none" w:sz="0" w:space="0" w:color="auto"/>
        <w:left w:val="none" w:sz="0" w:space="0" w:color="auto"/>
        <w:bottom w:val="none" w:sz="0" w:space="0" w:color="auto"/>
        <w:right w:val="none" w:sz="0" w:space="0" w:color="auto"/>
      </w:divBdr>
      <w:divsChild>
        <w:div w:id="264503364">
          <w:marLeft w:val="288"/>
          <w:marRight w:val="0"/>
          <w:marTop w:val="80"/>
          <w:marBottom w:val="80"/>
          <w:divBdr>
            <w:top w:val="none" w:sz="0" w:space="0" w:color="auto"/>
            <w:left w:val="none" w:sz="0" w:space="0" w:color="auto"/>
            <w:bottom w:val="none" w:sz="0" w:space="0" w:color="auto"/>
            <w:right w:val="none" w:sz="0" w:space="0" w:color="auto"/>
          </w:divBdr>
        </w:div>
        <w:div w:id="439028901">
          <w:marLeft w:val="288"/>
          <w:marRight w:val="0"/>
          <w:marTop w:val="80"/>
          <w:marBottom w:val="80"/>
          <w:divBdr>
            <w:top w:val="none" w:sz="0" w:space="0" w:color="auto"/>
            <w:left w:val="none" w:sz="0" w:space="0" w:color="auto"/>
            <w:bottom w:val="none" w:sz="0" w:space="0" w:color="auto"/>
            <w:right w:val="none" w:sz="0" w:space="0" w:color="auto"/>
          </w:divBdr>
        </w:div>
        <w:div w:id="499002587">
          <w:marLeft w:val="288"/>
          <w:marRight w:val="0"/>
          <w:marTop w:val="80"/>
          <w:marBottom w:val="80"/>
          <w:divBdr>
            <w:top w:val="none" w:sz="0" w:space="0" w:color="auto"/>
            <w:left w:val="none" w:sz="0" w:space="0" w:color="auto"/>
            <w:bottom w:val="none" w:sz="0" w:space="0" w:color="auto"/>
            <w:right w:val="none" w:sz="0" w:space="0" w:color="auto"/>
          </w:divBdr>
        </w:div>
        <w:div w:id="523786696">
          <w:marLeft w:val="288"/>
          <w:marRight w:val="0"/>
          <w:marTop w:val="80"/>
          <w:marBottom w:val="80"/>
          <w:divBdr>
            <w:top w:val="none" w:sz="0" w:space="0" w:color="auto"/>
            <w:left w:val="none" w:sz="0" w:space="0" w:color="auto"/>
            <w:bottom w:val="none" w:sz="0" w:space="0" w:color="auto"/>
            <w:right w:val="none" w:sz="0" w:space="0" w:color="auto"/>
          </w:divBdr>
        </w:div>
        <w:div w:id="1430002700">
          <w:marLeft w:val="288"/>
          <w:marRight w:val="0"/>
          <w:marTop w:val="80"/>
          <w:marBottom w:val="80"/>
          <w:divBdr>
            <w:top w:val="none" w:sz="0" w:space="0" w:color="auto"/>
            <w:left w:val="none" w:sz="0" w:space="0" w:color="auto"/>
            <w:bottom w:val="none" w:sz="0" w:space="0" w:color="auto"/>
            <w:right w:val="none" w:sz="0" w:space="0" w:color="auto"/>
          </w:divBdr>
        </w:div>
        <w:div w:id="1499226145">
          <w:marLeft w:val="288"/>
          <w:marRight w:val="0"/>
          <w:marTop w:val="80"/>
          <w:marBottom w:val="8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1059934531">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081834249">
      <w:bodyDiv w:val="1"/>
      <w:marLeft w:val="0"/>
      <w:marRight w:val="0"/>
      <w:marTop w:val="0"/>
      <w:marBottom w:val="0"/>
      <w:divBdr>
        <w:top w:val="none" w:sz="0" w:space="0" w:color="auto"/>
        <w:left w:val="none" w:sz="0" w:space="0" w:color="auto"/>
        <w:bottom w:val="none" w:sz="0" w:space="0" w:color="auto"/>
        <w:right w:val="none" w:sz="0" w:space="0" w:color="auto"/>
      </w:divBdr>
    </w:div>
    <w:div w:id="1145589962">
      <w:bodyDiv w:val="1"/>
      <w:marLeft w:val="0"/>
      <w:marRight w:val="0"/>
      <w:marTop w:val="0"/>
      <w:marBottom w:val="0"/>
      <w:divBdr>
        <w:top w:val="none" w:sz="0" w:space="0" w:color="auto"/>
        <w:left w:val="none" w:sz="0" w:space="0" w:color="auto"/>
        <w:bottom w:val="none" w:sz="0" w:space="0" w:color="auto"/>
        <w:right w:val="none" w:sz="0" w:space="0" w:color="auto"/>
      </w:divBdr>
    </w:div>
    <w:div w:id="1252813431">
      <w:bodyDiv w:val="1"/>
      <w:marLeft w:val="0"/>
      <w:marRight w:val="0"/>
      <w:marTop w:val="0"/>
      <w:marBottom w:val="0"/>
      <w:divBdr>
        <w:top w:val="none" w:sz="0" w:space="0" w:color="auto"/>
        <w:left w:val="none" w:sz="0" w:space="0" w:color="auto"/>
        <w:bottom w:val="none" w:sz="0" w:space="0" w:color="auto"/>
        <w:right w:val="none" w:sz="0" w:space="0" w:color="auto"/>
      </w:divBdr>
    </w:div>
    <w:div w:id="1270116855">
      <w:bodyDiv w:val="1"/>
      <w:marLeft w:val="0"/>
      <w:marRight w:val="0"/>
      <w:marTop w:val="0"/>
      <w:marBottom w:val="0"/>
      <w:divBdr>
        <w:top w:val="none" w:sz="0" w:space="0" w:color="auto"/>
        <w:left w:val="none" w:sz="0" w:space="0" w:color="auto"/>
        <w:bottom w:val="none" w:sz="0" w:space="0" w:color="auto"/>
        <w:right w:val="none" w:sz="0" w:space="0" w:color="auto"/>
      </w:divBdr>
    </w:div>
    <w:div w:id="1315258974">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440753916">
      <w:bodyDiv w:val="1"/>
      <w:marLeft w:val="0"/>
      <w:marRight w:val="0"/>
      <w:marTop w:val="0"/>
      <w:marBottom w:val="0"/>
      <w:divBdr>
        <w:top w:val="none" w:sz="0" w:space="0" w:color="auto"/>
        <w:left w:val="none" w:sz="0" w:space="0" w:color="auto"/>
        <w:bottom w:val="none" w:sz="0" w:space="0" w:color="auto"/>
        <w:right w:val="none" w:sz="0" w:space="0" w:color="auto"/>
      </w:divBdr>
    </w:div>
    <w:div w:id="1453209129">
      <w:bodyDiv w:val="1"/>
      <w:marLeft w:val="0"/>
      <w:marRight w:val="0"/>
      <w:marTop w:val="0"/>
      <w:marBottom w:val="0"/>
      <w:divBdr>
        <w:top w:val="none" w:sz="0" w:space="0" w:color="auto"/>
        <w:left w:val="none" w:sz="0" w:space="0" w:color="auto"/>
        <w:bottom w:val="none" w:sz="0" w:space="0" w:color="auto"/>
        <w:right w:val="none" w:sz="0" w:space="0" w:color="auto"/>
      </w:divBdr>
    </w:div>
    <w:div w:id="1503473211">
      <w:bodyDiv w:val="1"/>
      <w:marLeft w:val="0"/>
      <w:marRight w:val="0"/>
      <w:marTop w:val="0"/>
      <w:marBottom w:val="0"/>
      <w:divBdr>
        <w:top w:val="none" w:sz="0" w:space="0" w:color="auto"/>
        <w:left w:val="none" w:sz="0" w:space="0" w:color="auto"/>
        <w:bottom w:val="none" w:sz="0" w:space="0" w:color="auto"/>
        <w:right w:val="none" w:sz="0" w:space="0" w:color="auto"/>
      </w:divBdr>
    </w:div>
    <w:div w:id="1585530024">
      <w:bodyDiv w:val="1"/>
      <w:marLeft w:val="0"/>
      <w:marRight w:val="0"/>
      <w:marTop w:val="0"/>
      <w:marBottom w:val="0"/>
      <w:divBdr>
        <w:top w:val="none" w:sz="0" w:space="0" w:color="auto"/>
        <w:left w:val="none" w:sz="0" w:space="0" w:color="auto"/>
        <w:bottom w:val="none" w:sz="0" w:space="0" w:color="auto"/>
        <w:right w:val="none" w:sz="0" w:space="0" w:color="auto"/>
      </w:divBdr>
      <w:divsChild>
        <w:div w:id="912206740">
          <w:marLeft w:val="0"/>
          <w:marRight w:val="0"/>
          <w:marTop w:val="0"/>
          <w:marBottom w:val="0"/>
          <w:divBdr>
            <w:top w:val="none" w:sz="0" w:space="0" w:color="auto"/>
            <w:left w:val="none" w:sz="0" w:space="0" w:color="auto"/>
            <w:bottom w:val="none" w:sz="0" w:space="0" w:color="auto"/>
            <w:right w:val="none" w:sz="0" w:space="0" w:color="auto"/>
          </w:divBdr>
        </w:div>
      </w:divsChild>
    </w:div>
    <w:div w:id="1590579263">
      <w:bodyDiv w:val="1"/>
      <w:marLeft w:val="0"/>
      <w:marRight w:val="0"/>
      <w:marTop w:val="0"/>
      <w:marBottom w:val="0"/>
      <w:divBdr>
        <w:top w:val="none" w:sz="0" w:space="0" w:color="auto"/>
        <w:left w:val="none" w:sz="0" w:space="0" w:color="auto"/>
        <w:bottom w:val="none" w:sz="0" w:space="0" w:color="auto"/>
        <w:right w:val="none" w:sz="0" w:space="0" w:color="auto"/>
      </w:divBdr>
    </w:div>
    <w:div w:id="1652904271">
      <w:bodyDiv w:val="1"/>
      <w:marLeft w:val="0"/>
      <w:marRight w:val="0"/>
      <w:marTop w:val="0"/>
      <w:marBottom w:val="0"/>
      <w:divBdr>
        <w:top w:val="none" w:sz="0" w:space="0" w:color="auto"/>
        <w:left w:val="none" w:sz="0" w:space="0" w:color="auto"/>
        <w:bottom w:val="none" w:sz="0" w:space="0" w:color="auto"/>
        <w:right w:val="none" w:sz="0" w:space="0" w:color="auto"/>
      </w:divBdr>
    </w:div>
    <w:div w:id="1728600979">
      <w:bodyDiv w:val="1"/>
      <w:marLeft w:val="0"/>
      <w:marRight w:val="0"/>
      <w:marTop w:val="0"/>
      <w:marBottom w:val="0"/>
      <w:divBdr>
        <w:top w:val="none" w:sz="0" w:space="0" w:color="auto"/>
        <w:left w:val="none" w:sz="0" w:space="0" w:color="auto"/>
        <w:bottom w:val="none" w:sz="0" w:space="0" w:color="auto"/>
        <w:right w:val="none" w:sz="0" w:space="0" w:color="auto"/>
      </w:divBdr>
    </w:div>
    <w:div w:id="1835224990">
      <w:bodyDiv w:val="1"/>
      <w:marLeft w:val="0"/>
      <w:marRight w:val="0"/>
      <w:marTop w:val="0"/>
      <w:marBottom w:val="0"/>
      <w:divBdr>
        <w:top w:val="none" w:sz="0" w:space="0" w:color="auto"/>
        <w:left w:val="none" w:sz="0" w:space="0" w:color="auto"/>
        <w:bottom w:val="none" w:sz="0" w:space="0" w:color="auto"/>
        <w:right w:val="none" w:sz="0" w:space="0" w:color="auto"/>
      </w:divBdr>
    </w:div>
    <w:div w:id="1891261629">
      <w:bodyDiv w:val="1"/>
      <w:marLeft w:val="0"/>
      <w:marRight w:val="0"/>
      <w:marTop w:val="0"/>
      <w:marBottom w:val="0"/>
      <w:divBdr>
        <w:top w:val="none" w:sz="0" w:space="0" w:color="auto"/>
        <w:left w:val="none" w:sz="0" w:space="0" w:color="auto"/>
        <w:bottom w:val="none" w:sz="0" w:space="0" w:color="auto"/>
        <w:right w:val="none" w:sz="0" w:space="0" w:color="auto"/>
      </w:divBdr>
    </w:div>
    <w:div w:id="200516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10.jpg"/><Relationship Id="rId2" Type="http://schemas.openxmlformats.org/officeDocument/2006/relationships/image" Target="media/image1.jp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C4EF4936AAFD14CABC9FA7615F36865" ma:contentTypeVersion="16" ma:contentTypeDescription="Ein neues Dokument erstellen." ma:contentTypeScope="" ma:versionID="ff4962f9d68546df557a11110dc4ee2b">
  <xsd:schema xmlns:xsd="http://www.w3.org/2001/XMLSchema" xmlns:xs="http://www.w3.org/2001/XMLSchema" xmlns:p="http://schemas.microsoft.com/office/2006/metadata/properties" xmlns:ns2="db376348-1543-4bc5-89f3-5d70df529364" xmlns:ns3="1721a5f8-ad89-4593-8a76-1fca9c8a386d" targetNamespace="http://schemas.microsoft.com/office/2006/metadata/properties" ma:root="true" ma:fieldsID="f77152a14ba1a864c9f982c3a55636c9" ns2:_="" ns3:_="">
    <xsd:import namespace="db376348-1543-4bc5-89f3-5d70df529364"/>
    <xsd:import namespace="1721a5f8-ad89-4593-8a76-1fca9c8a38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376348-1543-4bc5-89f3-5d70df529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721a5f8-ad89-4593-8a76-1fca9c8a386d"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e4f1284-f30b-4267-a206-6be5723be8cf}" ma:internalName="TaxCatchAll" ma:showField="CatchAllData" ma:web="1721a5f8-ad89-4593-8a76-1fca9c8a38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1721a5f8-ad89-4593-8a76-1fca9c8a386d">
      <UserInfo>
        <DisplayName>Haider, Andreas</DisplayName>
        <AccountId>169</AccountId>
        <AccountType/>
      </UserInfo>
      <UserInfo>
        <DisplayName>Marco Litto</DisplayName>
        <AccountId>2711</AccountId>
        <AccountType/>
      </UserInfo>
      <UserInfo>
        <DisplayName>Katharina Plenz</DisplayName>
        <AccountId>2712</AccountId>
        <AccountType/>
      </UserInfo>
      <UserInfo>
        <DisplayName>Seitz, Sebastian</DisplayName>
        <AccountId>241</AccountId>
        <AccountType/>
      </UserInfo>
    </SharedWithUsers>
    <lcf76f155ced4ddcb4097134ff3c332f xmlns="db376348-1543-4bc5-89f3-5d70df529364">
      <Terms xmlns="http://schemas.microsoft.com/office/infopath/2007/PartnerControls"/>
    </lcf76f155ced4ddcb4097134ff3c332f>
    <TaxCatchAll xmlns="1721a5f8-ad89-4593-8a76-1fca9c8a386d" xsi:nil="true"/>
  </documentManagement>
</p:properties>
</file>

<file path=customXml/itemProps1.xml><?xml version="1.0" encoding="utf-8"?>
<ds:datastoreItem xmlns:ds="http://schemas.openxmlformats.org/officeDocument/2006/customXml" ds:itemID="{7AF66B33-3D85-4406-BB2F-9F83D0B7C3BA}">
  <ds:schemaRefs>
    <ds:schemaRef ds:uri="http://schemas.openxmlformats.org/officeDocument/2006/bibliography"/>
  </ds:schemaRefs>
</ds:datastoreItem>
</file>

<file path=customXml/itemProps2.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3.xml><?xml version="1.0" encoding="utf-8"?>
<ds:datastoreItem xmlns:ds="http://schemas.openxmlformats.org/officeDocument/2006/customXml" ds:itemID="{2C2DBE2B-380C-4233-B2C1-17BCB9CBE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376348-1543-4bc5-89f3-5d70df529364"/>
    <ds:schemaRef ds:uri="1721a5f8-ad89-4593-8a76-1fca9c8a3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1721a5f8-ad89-4593-8a76-1fca9c8a386d"/>
    <ds:schemaRef ds:uri="db376348-1543-4bc5-89f3-5d70df529364"/>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3</Pages>
  <Words>720</Words>
  <Characters>4542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Pressemeldung Eplan Virtual Fair 2019</vt:lpstr>
    </vt:vector>
  </TitlesOfParts>
  <Company>Eplan</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Virtual Fair 2019</dc:title>
  <dc:subject/>
  <dc:creator>hag</dc:creator>
  <cp:keywords/>
  <cp:lastModifiedBy>Hannah Kathrine Weber</cp:lastModifiedBy>
  <cp:revision>7</cp:revision>
  <cp:lastPrinted>2021-01-07T11:41:00Z</cp:lastPrinted>
  <dcterms:created xsi:type="dcterms:W3CDTF">2023-04-14T13:47:00Z</dcterms:created>
  <dcterms:modified xsi:type="dcterms:W3CDTF">2023-04-19T08:51:00Z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0x0101001C4EF4936AAFD14CABC9FA7615F36865</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TaxCatchAll">
    <vt:lpwstr>20;#Press release|0f52d137-8c2b-436d-9240-3f3180b39a1e;#115;#de-DE|f18adfac-764c-4277-aa07-fe0b6c20ea16</vt:lpwstr>
  </property>
  <property fmtid="{D5CDD505-2E9C-101B-9397-08002B2CF9AE}" pid="15" name="bcdc7148bbcf497a87e4a3c8d7a2911c">
    <vt:lpwstr/>
  </property>
  <property fmtid="{D5CDD505-2E9C-101B-9397-08002B2CF9AE}" pid="16" name="SharedWithUsers">
    <vt:lpwstr>169;#Haider, Andreas;#2711;#Marco Litto;#2712;#Katharina Plenz;#241;#Seitz, Sebastian</vt:lpwstr>
  </property>
  <property fmtid="{D5CDD505-2E9C-101B-9397-08002B2CF9AE}" pid="17" name="_dlc_DocIdItemGuid">
    <vt:lpwstr>ff4c3391-f7e4-43e3-958d-d6a96eb0ba17</vt:lpwstr>
  </property>
  <property fmtid="{D5CDD505-2E9C-101B-9397-08002B2CF9AE}" pid="18" name="MediaServiceImageTags">
    <vt:lpwstr/>
  </property>
</Properties>
</file>